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7E977" w14:textId="77777777" w:rsidR="00CD70FB" w:rsidRDefault="001F26D2" w:rsidP="00EA5BB2">
      <w:pPr>
        <w:pStyle w:val="Titre1"/>
      </w:pPr>
      <w:bookmarkStart w:id="0" w:name="_Toc26197782"/>
      <w:bookmarkStart w:id="1" w:name="_Toc172619262"/>
      <w:r>
        <w:t>Annexe : MODÈLE DE CURRICULUM VITAE (CV) DES EXPERTS</w:t>
      </w:r>
      <w:bookmarkEnd w:id="0"/>
      <w:bookmarkEnd w:id="1"/>
      <w:r>
        <w:t xml:space="preserve">  </w:t>
      </w:r>
    </w:p>
    <w:p w14:paraId="00F4654F" w14:textId="77777777" w:rsidR="00CD70FB" w:rsidRDefault="001F26D2">
      <w:pPr>
        <w:spacing w:after="120"/>
        <w:jc w:val="both"/>
        <w:rPr>
          <w:rFonts w:cs="Arial"/>
        </w:rPr>
      </w:pPr>
      <w:r>
        <w:rPr>
          <w:rFonts w:cs="Arial"/>
        </w:rPr>
        <w:t xml:space="preserve">                    </w:t>
      </w:r>
    </w:p>
    <w:p w14:paraId="3ADF2A77" w14:textId="77777777" w:rsidR="00CD70FB" w:rsidRDefault="001F26D2">
      <w:pPr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1) Profession ou spécialisation :</w:t>
      </w:r>
    </w:p>
    <w:p w14:paraId="1E6CFBDD" w14:textId="77777777" w:rsidR="00CD70FB" w:rsidRDefault="00CD70FB">
      <w:pPr>
        <w:jc w:val="both"/>
        <w:rPr>
          <w:rFonts w:cs="Arial"/>
        </w:rPr>
      </w:pPr>
    </w:p>
    <w:p w14:paraId="56070A0D" w14:textId="77777777" w:rsidR="00CD70FB" w:rsidRDefault="001F26D2">
      <w:pPr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2) Etat civil :</w:t>
      </w:r>
    </w:p>
    <w:p w14:paraId="67197A79" w14:textId="77777777" w:rsidR="00CD70FB" w:rsidRDefault="00CD70FB">
      <w:pPr>
        <w:ind w:firstLine="540"/>
        <w:jc w:val="both"/>
        <w:rPr>
          <w:rFonts w:cs="Arial"/>
        </w:rPr>
      </w:pPr>
    </w:p>
    <w:p w14:paraId="577C676C" w14:textId="77777777" w:rsidR="00CD70FB" w:rsidRDefault="001F26D2">
      <w:pPr>
        <w:ind w:firstLine="540"/>
        <w:jc w:val="both"/>
        <w:rPr>
          <w:rFonts w:cs="Arial"/>
        </w:rPr>
      </w:pPr>
      <w:r>
        <w:rPr>
          <w:rFonts w:cs="Arial"/>
        </w:rPr>
        <w:t>Nom / Prénom :</w:t>
      </w:r>
    </w:p>
    <w:p w14:paraId="5A98708D" w14:textId="77777777" w:rsidR="00CD70FB" w:rsidRDefault="001F26D2">
      <w:pPr>
        <w:ind w:firstLine="540"/>
        <w:jc w:val="both"/>
        <w:rPr>
          <w:rFonts w:cs="Arial"/>
        </w:rPr>
      </w:pPr>
      <w:r>
        <w:rPr>
          <w:rFonts w:cs="Arial"/>
        </w:rPr>
        <w:t>Date naissance / Lieu / Nationalité :</w:t>
      </w:r>
    </w:p>
    <w:p w14:paraId="2522B4A8" w14:textId="77777777" w:rsidR="00CD70FB" w:rsidRDefault="001F26D2">
      <w:pPr>
        <w:ind w:firstLine="540"/>
        <w:jc w:val="both"/>
        <w:rPr>
          <w:rFonts w:cs="Arial"/>
        </w:rPr>
      </w:pPr>
      <w:r>
        <w:rPr>
          <w:rFonts w:cs="Arial"/>
        </w:rPr>
        <w:t>Adresses postale / Adresse e-mail / site web :</w:t>
      </w:r>
    </w:p>
    <w:p w14:paraId="3F7945EE" w14:textId="77777777" w:rsidR="00CD70FB" w:rsidRDefault="001F26D2">
      <w:pPr>
        <w:ind w:firstLine="540"/>
        <w:jc w:val="both"/>
        <w:rPr>
          <w:rFonts w:cs="Arial"/>
        </w:rPr>
      </w:pPr>
      <w:r>
        <w:rPr>
          <w:rFonts w:cs="Arial"/>
        </w:rPr>
        <w:t>Téléphone(s) :</w:t>
      </w:r>
    </w:p>
    <w:p w14:paraId="2A7C9E71" w14:textId="77777777" w:rsidR="00CD70FB" w:rsidRDefault="00CD70FB">
      <w:pPr>
        <w:jc w:val="both"/>
        <w:rPr>
          <w:rFonts w:cs="Arial"/>
        </w:rPr>
      </w:pPr>
    </w:p>
    <w:p w14:paraId="09D72CDF" w14:textId="77777777" w:rsidR="00CD70FB" w:rsidRDefault="001F26D2">
      <w:pPr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3) Education formelle / diplômes :</w:t>
      </w:r>
    </w:p>
    <w:p w14:paraId="1EE115FE" w14:textId="77777777" w:rsidR="00CD70FB" w:rsidRDefault="00CD70FB">
      <w:pPr>
        <w:jc w:val="both"/>
        <w:rPr>
          <w:rFonts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977"/>
        <w:gridCol w:w="1218"/>
        <w:gridCol w:w="1901"/>
        <w:gridCol w:w="1842"/>
      </w:tblGrid>
      <w:tr w:rsidR="00CD70FB" w14:paraId="1B682530" w14:textId="77777777">
        <w:tc>
          <w:tcPr>
            <w:tcW w:w="1809" w:type="dxa"/>
            <w:shd w:val="clear" w:color="auto" w:fill="auto"/>
          </w:tcPr>
          <w:p w14:paraId="3C1586D8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Diplôme</w:t>
            </w:r>
          </w:p>
        </w:tc>
        <w:tc>
          <w:tcPr>
            <w:tcW w:w="2977" w:type="dxa"/>
            <w:shd w:val="clear" w:color="auto" w:fill="auto"/>
          </w:tcPr>
          <w:p w14:paraId="20E2D095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Sujet de mémoire ou thèse</w:t>
            </w:r>
          </w:p>
        </w:tc>
        <w:tc>
          <w:tcPr>
            <w:tcW w:w="1218" w:type="dxa"/>
            <w:shd w:val="clear" w:color="auto" w:fill="auto"/>
          </w:tcPr>
          <w:p w14:paraId="38689BE0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Année</w:t>
            </w:r>
          </w:p>
        </w:tc>
        <w:tc>
          <w:tcPr>
            <w:tcW w:w="1901" w:type="dxa"/>
            <w:shd w:val="clear" w:color="auto" w:fill="auto"/>
          </w:tcPr>
          <w:p w14:paraId="2030BF9C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Nom institution</w:t>
            </w:r>
          </w:p>
        </w:tc>
        <w:tc>
          <w:tcPr>
            <w:tcW w:w="1842" w:type="dxa"/>
            <w:shd w:val="clear" w:color="auto" w:fill="auto"/>
          </w:tcPr>
          <w:p w14:paraId="09339858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Lieu</w:t>
            </w:r>
          </w:p>
        </w:tc>
      </w:tr>
      <w:tr w:rsidR="00CD70FB" w14:paraId="0A0DEA76" w14:textId="77777777">
        <w:tc>
          <w:tcPr>
            <w:tcW w:w="1809" w:type="dxa"/>
            <w:shd w:val="clear" w:color="auto" w:fill="auto"/>
          </w:tcPr>
          <w:p w14:paraId="05676547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2977" w:type="dxa"/>
            <w:shd w:val="clear" w:color="auto" w:fill="auto"/>
          </w:tcPr>
          <w:p w14:paraId="6AA5092A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1218" w:type="dxa"/>
            <w:shd w:val="clear" w:color="auto" w:fill="auto"/>
          </w:tcPr>
          <w:p w14:paraId="585D8F2F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1901" w:type="dxa"/>
            <w:shd w:val="clear" w:color="auto" w:fill="auto"/>
          </w:tcPr>
          <w:p w14:paraId="184AF2BE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0E4F0F62" w14:textId="77777777" w:rsidR="00CD70FB" w:rsidRDefault="00CD70FB">
            <w:pPr>
              <w:jc w:val="both"/>
              <w:rPr>
                <w:rFonts w:cs="Arial"/>
              </w:rPr>
            </w:pPr>
          </w:p>
        </w:tc>
      </w:tr>
    </w:tbl>
    <w:p w14:paraId="52E86BC3" w14:textId="77777777" w:rsidR="00CD70FB" w:rsidRDefault="00CD70FB">
      <w:pPr>
        <w:jc w:val="both"/>
        <w:rPr>
          <w:rFonts w:cs="Arial"/>
        </w:rPr>
      </w:pPr>
    </w:p>
    <w:p w14:paraId="397AE8D7" w14:textId="77777777" w:rsidR="00CD70FB" w:rsidRDefault="001F26D2">
      <w:pPr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4) Formations supplémentaires :</w:t>
      </w:r>
    </w:p>
    <w:p w14:paraId="3B434125" w14:textId="77777777" w:rsidR="00CD70FB" w:rsidRDefault="00CD70FB">
      <w:pPr>
        <w:jc w:val="both"/>
        <w:rPr>
          <w:rFonts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977"/>
        <w:gridCol w:w="3119"/>
        <w:gridCol w:w="1842"/>
      </w:tblGrid>
      <w:tr w:rsidR="00CD70FB" w14:paraId="29077003" w14:textId="77777777">
        <w:tc>
          <w:tcPr>
            <w:tcW w:w="1809" w:type="dxa"/>
            <w:shd w:val="clear" w:color="auto" w:fill="auto"/>
          </w:tcPr>
          <w:p w14:paraId="1E26F565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Année / Durée</w:t>
            </w:r>
          </w:p>
        </w:tc>
        <w:tc>
          <w:tcPr>
            <w:tcW w:w="2977" w:type="dxa"/>
            <w:shd w:val="clear" w:color="auto" w:fill="auto"/>
          </w:tcPr>
          <w:p w14:paraId="57A0EC12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Domaine</w:t>
            </w:r>
          </w:p>
        </w:tc>
        <w:tc>
          <w:tcPr>
            <w:tcW w:w="3119" w:type="dxa"/>
            <w:shd w:val="clear" w:color="auto" w:fill="auto"/>
          </w:tcPr>
          <w:p w14:paraId="538D5A36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Nom institution</w:t>
            </w:r>
          </w:p>
        </w:tc>
        <w:tc>
          <w:tcPr>
            <w:tcW w:w="1842" w:type="dxa"/>
            <w:shd w:val="clear" w:color="auto" w:fill="auto"/>
          </w:tcPr>
          <w:p w14:paraId="70CAA421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Lieu</w:t>
            </w:r>
          </w:p>
        </w:tc>
      </w:tr>
      <w:tr w:rsidR="00CD70FB" w14:paraId="5690A76E" w14:textId="77777777">
        <w:tc>
          <w:tcPr>
            <w:tcW w:w="1809" w:type="dxa"/>
            <w:shd w:val="clear" w:color="auto" w:fill="auto"/>
          </w:tcPr>
          <w:p w14:paraId="1D60FDD5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2977" w:type="dxa"/>
            <w:shd w:val="clear" w:color="auto" w:fill="auto"/>
          </w:tcPr>
          <w:p w14:paraId="2CF68695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3119" w:type="dxa"/>
            <w:shd w:val="clear" w:color="auto" w:fill="auto"/>
          </w:tcPr>
          <w:p w14:paraId="0895D06F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7669DEAE" w14:textId="77777777" w:rsidR="00CD70FB" w:rsidRDefault="00CD70FB">
            <w:pPr>
              <w:jc w:val="both"/>
              <w:rPr>
                <w:rFonts w:cs="Arial"/>
              </w:rPr>
            </w:pPr>
          </w:p>
        </w:tc>
      </w:tr>
    </w:tbl>
    <w:p w14:paraId="0674084C" w14:textId="77777777" w:rsidR="00CD70FB" w:rsidRDefault="001F26D2">
      <w:pPr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5) Emplois permanents :</w:t>
      </w:r>
    </w:p>
    <w:p w14:paraId="2C6EFD37" w14:textId="77777777" w:rsidR="00CD70FB" w:rsidRDefault="00CD70FB">
      <w:pPr>
        <w:jc w:val="both"/>
        <w:rPr>
          <w:rFonts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2"/>
        <w:gridCol w:w="2502"/>
        <w:gridCol w:w="2502"/>
        <w:gridCol w:w="2241"/>
      </w:tblGrid>
      <w:tr w:rsidR="00CD70FB" w14:paraId="6869BBB5" w14:textId="77777777">
        <w:tc>
          <w:tcPr>
            <w:tcW w:w="2502" w:type="dxa"/>
            <w:shd w:val="clear" w:color="auto" w:fill="auto"/>
          </w:tcPr>
          <w:p w14:paraId="38F4E3E6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Année / Durée contrat</w:t>
            </w:r>
          </w:p>
        </w:tc>
        <w:tc>
          <w:tcPr>
            <w:tcW w:w="2502" w:type="dxa"/>
            <w:shd w:val="clear" w:color="auto" w:fill="auto"/>
          </w:tcPr>
          <w:p w14:paraId="25D7BBE2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Fonction</w:t>
            </w:r>
          </w:p>
        </w:tc>
        <w:tc>
          <w:tcPr>
            <w:tcW w:w="2502" w:type="dxa"/>
            <w:shd w:val="clear" w:color="auto" w:fill="auto"/>
          </w:tcPr>
          <w:p w14:paraId="604F91F6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Nom structure</w:t>
            </w:r>
          </w:p>
        </w:tc>
        <w:tc>
          <w:tcPr>
            <w:tcW w:w="2241" w:type="dxa"/>
            <w:shd w:val="clear" w:color="auto" w:fill="auto"/>
          </w:tcPr>
          <w:p w14:paraId="679F616F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Lieu</w:t>
            </w:r>
          </w:p>
        </w:tc>
      </w:tr>
      <w:tr w:rsidR="00CD70FB" w14:paraId="4D5DDB86" w14:textId="77777777">
        <w:tc>
          <w:tcPr>
            <w:tcW w:w="2502" w:type="dxa"/>
            <w:shd w:val="clear" w:color="auto" w:fill="auto"/>
          </w:tcPr>
          <w:p w14:paraId="3B530D88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2502" w:type="dxa"/>
            <w:shd w:val="clear" w:color="auto" w:fill="auto"/>
          </w:tcPr>
          <w:p w14:paraId="7C3B0121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2502" w:type="dxa"/>
            <w:shd w:val="clear" w:color="auto" w:fill="auto"/>
          </w:tcPr>
          <w:p w14:paraId="7EA75050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2241" w:type="dxa"/>
            <w:shd w:val="clear" w:color="auto" w:fill="auto"/>
          </w:tcPr>
          <w:p w14:paraId="73C0FAAE" w14:textId="77777777" w:rsidR="00CD70FB" w:rsidRDefault="00CD70FB">
            <w:pPr>
              <w:jc w:val="both"/>
              <w:rPr>
                <w:rFonts w:cs="Arial"/>
              </w:rPr>
            </w:pPr>
          </w:p>
        </w:tc>
      </w:tr>
    </w:tbl>
    <w:p w14:paraId="7D8895CB" w14:textId="77777777" w:rsidR="00CD70FB" w:rsidRDefault="00CD70FB">
      <w:pPr>
        <w:jc w:val="both"/>
        <w:rPr>
          <w:rFonts w:cs="Arial"/>
        </w:rPr>
      </w:pPr>
    </w:p>
    <w:p w14:paraId="7BE783BB" w14:textId="77777777" w:rsidR="00CD70FB" w:rsidRDefault="001F26D2">
      <w:pPr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6) Expérience professionnelle :</w:t>
      </w:r>
    </w:p>
    <w:p w14:paraId="7BB587DA" w14:textId="77777777" w:rsidR="00CD70FB" w:rsidRDefault="00CD70FB">
      <w:pPr>
        <w:jc w:val="both"/>
        <w:rPr>
          <w:rFonts w:cs="Arial"/>
        </w:rPr>
      </w:pPr>
    </w:p>
    <w:p w14:paraId="7E29BE30" w14:textId="77777777" w:rsidR="00CD70FB" w:rsidRDefault="001F26D2">
      <w:pPr>
        <w:jc w:val="both"/>
        <w:rPr>
          <w:rFonts w:cs="Arial"/>
          <w:i/>
          <w:iCs/>
        </w:rPr>
      </w:pPr>
      <w:r>
        <w:rPr>
          <w:rFonts w:cs="Arial"/>
          <w:i/>
          <w:iCs/>
        </w:rPr>
        <w:t>A regrouper par domaine d’expertise (évaluation, formation, modération, audit etc.)</w:t>
      </w:r>
    </w:p>
    <w:p w14:paraId="22722B5B" w14:textId="77777777" w:rsidR="00CD70FB" w:rsidRDefault="00CD70FB">
      <w:pPr>
        <w:jc w:val="both"/>
        <w:rPr>
          <w:rFonts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1548"/>
        <w:gridCol w:w="2952"/>
        <w:gridCol w:w="1006"/>
        <w:gridCol w:w="1843"/>
        <w:gridCol w:w="850"/>
      </w:tblGrid>
      <w:tr w:rsidR="00CD70FB" w14:paraId="6784529F" w14:textId="77777777">
        <w:tc>
          <w:tcPr>
            <w:tcW w:w="1548" w:type="dxa"/>
            <w:shd w:val="clear" w:color="auto" w:fill="auto"/>
          </w:tcPr>
          <w:p w14:paraId="10F5F58A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Domaine d’expertise</w:t>
            </w:r>
          </w:p>
        </w:tc>
        <w:tc>
          <w:tcPr>
            <w:tcW w:w="1548" w:type="dxa"/>
            <w:shd w:val="clear" w:color="auto" w:fill="auto"/>
          </w:tcPr>
          <w:p w14:paraId="46D95A71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Intitulé de l’étude, de la prestation</w:t>
            </w:r>
          </w:p>
        </w:tc>
        <w:tc>
          <w:tcPr>
            <w:tcW w:w="2952" w:type="dxa"/>
            <w:shd w:val="clear" w:color="auto" w:fill="auto"/>
          </w:tcPr>
          <w:p w14:paraId="1B6F7A71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Responsabilité (chef d’équipe, membre d’équipe, stagiaire etc.)</w:t>
            </w:r>
          </w:p>
        </w:tc>
        <w:tc>
          <w:tcPr>
            <w:tcW w:w="1006" w:type="dxa"/>
            <w:shd w:val="clear" w:color="auto" w:fill="auto"/>
          </w:tcPr>
          <w:p w14:paraId="1EB90F47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Année</w:t>
            </w:r>
          </w:p>
        </w:tc>
        <w:tc>
          <w:tcPr>
            <w:tcW w:w="1843" w:type="dxa"/>
            <w:shd w:val="clear" w:color="auto" w:fill="auto"/>
          </w:tcPr>
          <w:p w14:paraId="3C8BE28C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Commanditaire</w:t>
            </w:r>
          </w:p>
        </w:tc>
        <w:tc>
          <w:tcPr>
            <w:tcW w:w="850" w:type="dxa"/>
            <w:shd w:val="clear" w:color="auto" w:fill="auto"/>
          </w:tcPr>
          <w:p w14:paraId="5D7EE0D6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Lieu</w:t>
            </w:r>
          </w:p>
        </w:tc>
      </w:tr>
      <w:tr w:rsidR="00CD70FB" w14:paraId="625EF167" w14:textId="77777777">
        <w:tc>
          <w:tcPr>
            <w:tcW w:w="1548" w:type="dxa"/>
            <w:shd w:val="clear" w:color="auto" w:fill="auto"/>
          </w:tcPr>
          <w:p w14:paraId="5A6298A5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1548" w:type="dxa"/>
            <w:shd w:val="clear" w:color="auto" w:fill="auto"/>
          </w:tcPr>
          <w:p w14:paraId="1386C796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2952" w:type="dxa"/>
            <w:shd w:val="clear" w:color="auto" w:fill="auto"/>
          </w:tcPr>
          <w:p w14:paraId="34A39092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1006" w:type="dxa"/>
            <w:shd w:val="clear" w:color="auto" w:fill="auto"/>
          </w:tcPr>
          <w:p w14:paraId="01EE0B08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2429EB27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772F0851" w14:textId="77777777" w:rsidR="00CD70FB" w:rsidRDefault="00CD70FB">
            <w:pPr>
              <w:jc w:val="both"/>
              <w:rPr>
                <w:rFonts w:cs="Arial"/>
              </w:rPr>
            </w:pPr>
          </w:p>
        </w:tc>
      </w:tr>
    </w:tbl>
    <w:p w14:paraId="6F5FDE7F" w14:textId="77777777" w:rsidR="00CD70FB" w:rsidRDefault="00CD70FB">
      <w:pPr>
        <w:jc w:val="both"/>
        <w:rPr>
          <w:rFonts w:cs="Arial"/>
        </w:rPr>
      </w:pPr>
    </w:p>
    <w:p w14:paraId="4BE7A56C" w14:textId="77777777" w:rsidR="00CD70FB" w:rsidRDefault="001F26D2">
      <w:pPr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7) Langues :</w:t>
      </w:r>
    </w:p>
    <w:p w14:paraId="10C200AC" w14:textId="77777777" w:rsidR="00CD70FB" w:rsidRDefault="00CD70FB">
      <w:pPr>
        <w:jc w:val="both"/>
        <w:rPr>
          <w:rFonts w:cs="Arial"/>
          <w:u w:val="single"/>
        </w:rPr>
      </w:pPr>
    </w:p>
    <w:p w14:paraId="7DA07131" w14:textId="77777777" w:rsidR="00CD70FB" w:rsidRDefault="001F26D2">
      <w:pPr>
        <w:jc w:val="both"/>
        <w:rPr>
          <w:rFonts w:cs="Arial"/>
          <w:i/>
          <w:iCs/>
        </w:rPr>
      </w:pPr>
      <w:r>
        <w:rPr>
          <w:rFonts w:cs="Arial"/>
          <w:i/>
          <w:iCs/>
        </w:rPr>
        <w:t>A préciser : excellent / bon / moyen / faible</w:t>
      </w:r>
    </w:p>
    <w:p w14:paraId="0F23532C" w14:textId="77777777" w:rsidR="00CD70FB" w:rsidRDefault="00CD70FB">
      <w:pPr>
        <w:jc w:val="both"/>
        <w:rPr>
          <w:rFonts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2"/>
        <w:gridCol w:w="2502"/>
        <w:gridCol w:w="2502"/>
        <w:gridCol w:w="2241"/>
      </w:tblGrid>
      <w:tr w:rsidR="00CD70FB" w14:paraId="7E89D6B6" w14:textId="77777777">
        <w:tc>
          <w:tcPr>
            <w:tcW w:w="2502" w:type="dxa"/>
            <w:shd w:val="clear" w:color="auto" w:fill="auto"/>
          </w:tcPr>
          <w:p w14:paraId="593A87E3" w14:textId="77777777" w:rsidR="00CD70FB" w:rsidRDefault="001F26D2">
            <w:pPr>
              <w:spacing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Langue</w:t>
            </w:r>
          </w:p>
        </w:tc>
        <w:tc>
          <w:tcPr>
            <w:tcW w:w="2502" w:type="dxa"/>
            <w:shd w:val="clear" w:color="auto" w:fill="auto"/>
          </w:tcPr>
          <w:p w14:paraId="357C058E" w14:textId="77777777" w:rsidR="00CD70FB" w:rsidRDefault="001F26D2">
            <w:pPr>
              <w:spacing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Parler</w:t>
            </w:r>
          </w:p>
        </w:tc>
        <w:tc>
          <w:tcPr>
            <w:tcW w:w="2502" w:type="dxa"/>
            <w:shd w:val="clear" w:color="auto" w:fill="auto"/>
          </w:tcPr>
          <w:p w14:paraId="71EDD640" w14:textId="77777777" w:rsidR="00CD70FB" w:rsidRDefault="001F26D2">
            <w:pPr>
              <w:spacing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Lire</w:t>
            </w:r>
          </w:p>
        </w:tc>
        <w:tc>
          <w:tcPr>
            <w:tcW w:w="2241" w:type="dxa"/>
            <w:shd w:val="clear" w:color="auto" w:fill="auto"/>
          </w:tcPr>
          <w:p w14:paraId="4C4141E5" w14:textId="77777777" w:rsidR="00CD70FB" w:rsidRDefault="001F26D2">
            <w:pPr>
              <w:spacing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Ecrire</w:t>
            </w:r>
          </w:p>
        </w:tc>
      </w:tr>
      <w:tr w:rsidR="00CD70FB" w14:paraId="2423DE7B" w14:textId="77777777">
        <w:tc>
          <w:tcPr>
            <w:tcW w:w="2502" w:type="dxa"/>
            <w:shd w:val="clear" w:color="auto" w:fill="auto"/>
          </w:tcPr>
          <w:p w14:paraId="08FF133C" w14:textId="77777777" w:rsidR="00CD70FB" w:rsidRDefault="00CD70FB">
            <w:pPr>
              <w:spacing w:after="120"/>
              <w:jc w:val="both"/>
              <w:rPr>
                <w:rFonts w:cs="Arial"/>
              </w:rPr>
            </w:pPr>
          </w:p>
        </w:tc>
        <w:tc>
          <w:tcPr>
            <w:tcW w:w="2502" w:type="dxa"/>
            <w:shd w:val="clear" w:color="auto" w:fill="auto"/>
          </w:tcPr>
          <w:p w14:paraId="3C9195E0" w14:textId="77777777" w:rsidR="00CD70FB" w:rsidRDefault="00CD70FB">
            <w:pPr>
              <w:spacing w:after="120"/>
              <w:jc w:val="both"/>
              <w:rPr>
                <w:rFonts w:cs="Arial"/>
              </w:rPr>
            </w:pPr>
          </w:p>
        </w:tc>
        <w:tc>
          <w:tcPr>
            <w:tcW w:w="2502" w:type="dxa"/>
            <w:shd w:val="clear" w:color="auto" w:fill="auto"/>
          </w:tcPr>
          <w:p w14:paraId="382F8B3E" w14:textId="77777777" w:rsidR="00CD70FB" w:rsidRDefault="00CD70FB">
            <w:pPr>
              <w:spacing w:after="120"/>
              <w:jc w:val="both"/>
              <w:rPr>
                <w:rFonts w:cs="Arial"/>
              </w:rPr>
            </w:pPr>
          </w:p>
        </w:tc>
        <w:tc>
          <w:tcPr>
            <w:tcW w:w="2241" w:type="dxa"/>
            <w:shd w:val="clear" w:color="auto" w:fill="auto"/>
          </w:tcPr>
          <w:p w14:paraId="12FD8D56" w14:textId="77777777" w:rsidR="00CD70FB" w:rsidRDefault="00CD70FB">
            <w:pPr>
              <w:spacing w:after="120"/>
              <w:jc w:val="both"/>
              <w:rPr>
                <w:rFonts w:cs="Arial"/>
              </w:rPr>
            </w:pPr>
          </w:p>
        </w:tc>
      </w:tr>
    </w:tbl>
    <w:p w14:paraId="0F1ADE0B" w14:textId="77777777" w:rsidR="00CD70FB" w:rsidRDefault="00CD70FB">
      <w:pPr>
        <w:spacing w:after="120"/>
        <w:jc w:val="both"/>
        <w:rPr>
          <w:rFonts w:cs="Arial"/>
        </w:rPr>
      </w:pPr>
    </w:p>
    <w:p w14:paraId="14C4F8CE" w14:textId="77777777" w:rsidR="00CD70FB" w:rsidRDefault="001F26D2">
      <w:pPr>
        <w:spacing w:after="120"/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8) Connaissances spéciales (en rapport aux tâches à exécuter) :</w:t>
      </w:r>
    </w:p>
    <w:p w14:paraId="6389C223" w14:textId="77777777" w:rsidR="00CD70FB" w:rsidRDefault="001F26D2">
      <w:pPr>
        <w:spacing w:after="120"/>
        <w:jc w:val="both"/>
        <w:rPr>
          <w:rFonts w:cs="Arial"/>
        </w:rPr>
      </w:pPr>
      <w:r>
        <w:rPr>
          <w:rFonts w:cs="Arial"/>
        </w:rPr>
        <w:t>Informatique, autres …</w:t>
      </w:r>
    </w:p>
    <w:p w14:paraId="36E9A79C" w14:textId="77777777" w:rsidR="00CD70FB" w:rsidRDefault="00CD70FB">
      <w:pPr>
        <w:rPr>
          <w:rFonts w:cs="Arial"/>
        </w:rPr>
      </w:pPr>
    </w:p>
    <w:p w14:paraId="3CCFDEEB" w14:textId="77777777" w:rsidR="00CD70FB" w:rsidRDefault="00CD70FB">
      <w:pPr>
        <w:rPr>
          <w:rFonts w:cs="Arial"/>
        </w:rPr>
      </w:pPr>
    </w:p>
    <w:p w14:paraId="0DA7AFA5" w14:textId="77777777" w:rsidR="00CD70FB" w:rsidRDefault="00CD70FB">
      <w:pPr>
        <w:rPr>
          <w:rFonts w:cs="Arial"/>
        </w:rPr>
      </w:pPr>
    </w:p>
    <w:p w14:paraId="750A1159" w14:textId="77777777" w:rsidR="00CD70FB" w:rsidRDefault="00CD70FB">
      <w:pPr>
        <w:rPr>
          <w:rFonts w:cs="Arial"/>
        </w:rPr>
      </w:pPr>
    </w:p>
    <w:p w14:paraId="1E487D51" w14:textId="77777777" w:rsidR="00CD70FB" w:rsidRDefault="00CD70FB">
      <w:pPr>
        <w:rPr>
          <w:rFonts w:cs="Arial"/>
        </w:rPr>
      </w:pPr>
    </w:p>
    <w:p w14:paraId="5DFC5B2D" w14:textId="77777777" w:rsidR="00CD70FB" w:rsidRDefault="00CD70FB">
      <w:pPr>
        <w:rPr>
          <w:rFonts w:cs="Arial"/>
        </w:rPr>
      </w:pPr>
    </w:p>
    <w:p w14:paraId="3542A384" w14:textId="77777777" w:rsidR="00CD70FB" w:rsidRDefault="00CD70FB">
      <w:pPr>
        <w:rPr>
          <w:rFonts w:cs="Arial"/>
        </w:rPr>
      </w:pPr>
    </w:p>
    <w:p w14:paraId="5887D472" w14:textId="77777777" w:rsidR="00CD70FB" w:rsidRDefault="00CD70FB">
      <w:pPr>
        <w:rPr>
          <w:rFonts w:cs="Arial"/>
        </w:rPr>
      </w:pPr>
    </w:p>
    <w:p w14:paraId="6DEDFCEB" w14:textId="77777777" w:rsidR="00CD70FB" w:rsidRDefault="00CD70FB">
      <w:pPr>
        <w:rPr>
          <w:rFonts w:cs="Arial"/>
        </w:rPr>
      </w:pPr>
    </w:p>
    <w:p w14:paraId="5E0CA59A" w14:textId="77777777" w:rsidR="00CD70FB" w:rsidRDefault="00CD70FB">
      <w:pPr>
        <w:rPr>
          <w:rFonts w:cs="Arial"/>
        </w:rPr>
      </w:pPr>
    </w:p>
    <w:p w14:paraId="2639E3E2" w14:textId="77777777" w:rsidR="00CD70FB" w:rsidRDefault="00CD70FB">
      <w:pPr>
        <w:rPr>
          <w:rFonts w:cs="Arial"/>
        </w:rPr>
      </w:pPr>
    </w:p>
    <w:p w14:paraId="15E80DE6" w14:textId="77777777" w:rsidR="00CD70FB" w:rsidRDefault="00CD70FB">
      <w:pPr>
        <w:rPr>
          <w:rFonts w:cs="Arial"/>
        </w:rPr>
      </w:pPr>
    </w:p>
    <w:p w14:paraId="0269FE42" w14:textId="77777777" w:rsidR="00CD70FB" w:rsidRDefault="00CD70FB">
      <w:pPr>
        <w:rPr>
          <w:rFonts w:cs="Arial"/>
        </w:rPr>
      </w:pPr>
    </w:p>
    <w:p w14:paraId="374BEB51" w14:textId="77777777" w:rsidR="00CD70FB" w:rsidRDefault="00CD70FB">
      <w:pPr>
        <w:rPr>
          <w:rFonts w:cs="Arial"/>
        </w:rPr>
      </w:pPr>
    </w:p>
    <w:sectPr w:rsidR="00CD70FB" w:rsidSect="006B5BD2">
      <w:pgSz w:w="11906" w:h="16838"/>
      <w:pgMar w:top="1418" w:right="566" w:bottom="1276" w:left="1276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48B85" w14:textId="77777777" w:rsidR="005229BE" w:rsidRDefault="005229BE">
      <w:pPr>
        <w:spacing w:after="0"/>
      </w:pPr>
      <w:r>
        <w:separator/>
      </w:r>
    </w:p>
  </w:endnote>
  <w:endnote w:type="continuationSeparator" w:id="0">
    <w:p w14:paraId="47C440F7" w14:textId="77777777" w:rsidR="005229BE" w:rsidRDefault="005229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  <w:sig w:usb0="00000000" w:usb1="00000000" w:usb2="00000000" w:usb3="00000000" w:csb0="00000001" w:csb1="00000000"/>
  </w:font>
  <w:font w:name="_GOPA TheSans Light">
    <w:altName w:val="Segoe Print"/>
    <w:charset w:val="00"/>
    <w:family w:val="swiss"/>
    <w:pitch w:val="default"/>
    <w:sig w:usb0="00000000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Condensed">
    <w:altName w:val="Times New Roman"/>
    <w:charset w:val="00"/>
    <w:family w:val="auto"/>
    <w:pitch w:val="default"/>
  </w:font>
  <w:font w:name="Optima">
    <w:altName w:val="Segoe Print"/>
    <w:charset w:val="00"/>
    <w:family w:val="swiss"/>
    <w:pitch w:val="default"/>
    <w:sig w:usb0="00000000" w:usb1="00000000" w:usb2="00000000" w:usb3="00000000" w:csb0="00000001" w:csb1="00000000"/>
  </w:font>
  <w:font w:name="Univers (WN)">
    <w:altName w:val="Univers"/>
    <w:charset w:val="00"/>
    <w:family w:val="swiss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9E4BB" w14:textId="77777777" w:rsidR="005229BE" w:rsidRDefault="005229BE">
      <w:pPr>
        <w:spacing w:after="0"/>
      </w:pPr>
      <w:r>
        <w:separator/>
      </w:r>
    </w:p>
  </w:footnote>
  <w:footnote w:type="continuationSeparator" w:id="0">
    <w:p w14:paraId="1F1AC3B7" w14:textId="77777777" w:rsidR="005229BE" w:rsidRDefault="005229B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542C1"/>
    <w:multiLevelType w:val="multilevel"/>
    <w:tmpl w:val="072542C1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7DC56"/>
    <w:multiLevelType w:val="multilevel"/>
    <w:tmpl w:val="0E97DC56"/>
    <w:lvl w:ilvl="0">
      <w:start w:val="1"/>
      <w:numFmt w:val="decimal"/>
      <w:pStyle w:val="Style2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C7319"/>
    <w:multiLevelType w:val="hybridMultilevel"/>
    <w:tmpl w:val="CD54AB54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375AA"/>
    <w:multiLevelType w:val="multilevel"/>
    <w:tmpl w:val="18E375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B7A65"/>
    <w:multiLevelType w:val="multilevel"/>
    <w:tmpl w:val="21DB7A65"/>
    <w:lvl w:ilvl="0"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2DD3599"/>
    <w:multiLevelType w:val="multilevel"/>
    <w:tmpl w:val="22DD3599"/>
    <w:lvl w:ilvl="0">
      <w:start w:val="1"/>
      <w:numFmt w:val="decimal"/>
      <w:pStyle w:val="Listenumros"/>
      <w:lvlText w:val="(%1)"/>
      <w:lvlJc w:val="left"/>
      <w:pPr>
        <w:tabs>
          <w:tab w:val="left" w:pos="709"/>
        </w:tabs>
        <w:ind w:left="709" w:hanging="709"/>
      </w:pPr>
      <w:rPr>
        <w:rFonts w:hint="default"/>
        <w:b/>
        <w:i w:val="0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left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left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left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9391CD5"/>
    <w:multiLevelType w:val="hybridMultilevel"/>
    <w:tmpl w:val="BA5C0EE2"/>
    <w:lvl w:ilvl="0" w:tplc="8262758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6163E"/>
    <w:multiLevelType w:val="multilevel"/>
    <w:tmpl w:val="2A86163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1D7DB9"/>
    <w:multiLevelType w:val="multilevel"/>
    <w:tmpl w:val="2D1D7DB9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23474"/>
    <w:multiLevelType w:val="multilevel"/>
    <w:tmpl w:val="3332347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26368"/>
    <w:multiLevelType w:val="hybridMultilevel"/>
    <w:tmpl w:val="D2A24478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F71EC4"/>
    <w:multiLevelType w:val="hybridMultilevel"/>
    <w:tmpl w:val="07C0A1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2C700B"/>
    <w:multiLevelType w:val="multilevel"/>
    <w:tmpl w:val="3D2C7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C018CB"/>
    <w:multiLevelType w:val="hybridMultilevel"/>
    <w:tmpl w:val="926A8556"/>
    <w:lvl w:ilvl="0" w:tplc="040C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4" w15:restartNumberingAfterBreak="0">
    <w:nsid w:val="4E2F333F"/>
    <w:multiLevelType w:val="multilevel"/>
    <w:tmpl w:val="4E2F333F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175C2"/>
    <w:multiLevelType w:val="multilevel"/>
    <w:tmpl w:val="52D175C2"/>
    <w:lvl w:ilvl="0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2B05D2"/>
    <w:multiLevelType w:val="hybridMultilevel"/>
    <w:tmpl w:val="DD4067A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9A649D"/>
    <w:multiLevelType w:val="multilevel"/>
    <w:tmpl w:val="669A649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DB7BC1"/>
    <w:multiLevelType w:val="hybridMultilevel"/>
    <w:tmpl w:val="E48A19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FCE1046"/>
    <w:multiLevelType w:val="multilevel"/>
    <w:tmpl w:val="6FCE1046"/>
    <w:lvl w:ilvl="0">
      <w:start w:val="1"/>
      <w:numFmt w:val="bullet"/>
      <w:lvlText w:val=""/>
      <w:lvlJc w:val="left"/>
      <w:pPr>
        <w:ind w:left="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0" w15:restartNumberingAfterBreak="0">
    <w:nsid w:val="7B9423A0"/>
    <w:multiLevelType w:val="hybridMultilevel"/>
    <w:tmpl w:val="DBEEE6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9651B9"/>
    <w:multiLevelType w:val="multilevel"/>
    <w:tmpl w:val="7C9651B9"/>
    <w:lvl w:ilvl="0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1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280190">
    <w:abstractNumId w:val="5"/>
  </w:num>
  <w:num w:numId="2" w16cid:durableId="667757372">
    <w:abstractNumId w:val="1"/>
  </w:num>
  <w:num w:numId="3" w16cid:durableId="753286618">
    <w:abstractNumId w:val="4"/>
  </w:num>
  <w:num w:numId="4" w16cid:durableId="1239365788">
    <w:abstractNumId w:val="19"/>
  </w:num>
  <w:num w:numId="5" w16cid:durableId="1972513790">
    <w:abstractNumId w:val="3"/>
  </w:num>
  <w:num w:numId="6" w16cid:durableId="933824527">
    <w:abstractNumId w:val="0"/>
  </w:num>
  <w:num w:numId="7" w16cid:durableId="753622225">
    <w:abstractNumId w:val="12"/>
  </w:num>
  <w:num w:numId="8" w16cid:durableId="2022268668">
    <w:abstractNumId w:val="15"/>
  </w:num>
  <w:num w:numId="9" w16cid:durableId="1453938987">
    <w:abstractNumId w:val="8"/>
  </w:num>
  <w:num w:numId="10" w16cid:durableId="2000376509">
    <w:abstractNumId w:val="9"/>
  </w:num>
  <w:num w:numId="11" w16cid:durableId="2137719813">
    <w:abstractNumId w:val="21"/>
  </w:num>
  <w:num w:numId="12" w16cid:durableId="1684941538">
    <w:abstractNumId w:val="14"/>
  </w:num>
  <w:num w:numId="13" w16cid:durableId="1050766847">
    <w:abstractNumId w:val="7"/>
  </w:num>
  <w:num w:numId="14" w16cid:durableId="1770465055">
    <w:abstractNumId w:val="17"/>
  </w:num>
  <w:num w:numId="15" w16cid:durableId="2029139561">
    <w:abstractNumId w:val="13"/>
  </w:num>
  <w:num w:numId="16" w16cid:durableId="2074154677">
    <w:abstractNumId w:val="18"/>
  </w:num>
  <w:num w:numId="17" w16cid:durableId="87819374">
    <w:abstractNumId w:val="6"/>
  </w:num>
  <w:num w:numId="18" w16cid:durableId="1218006888">
    <w:abstractNumId w:val="20"/>
  </w:num>
  <w:num w:numId="19" w16cid:durableId="192501936">
    <w:abstractNumId w:val="16"/>
  </w:num>
  <w:num w:numId="20" w16cid:durableId="1016154494">
    <w:abstractNumId w:val="11"/>
  </w:num>
  <w:num w:numId="21" w16cid:durableId="480542312">
    <w:abstractNumId w:val="2"/>
  </w:num>
  <w:num w:numId="22" w16cid:durableId="10418308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5A1"/>
    <w:rsid w:val="00004A34"/>
    <w:rsid w:val="00005556"/>
    <w:rsid w:val="0001143E"/>
    <w:rsid w:val="000143A9"/>
    <w:rsid w:val="00016C83"/>
    <w:rsid w:val="000212CC"/>
    <w:rsid w:val="00024DA4"/>
    <w:rsid w:val="0002523B"/>
    <w:rsid w:val="00025950"/>
    <w:rsid w:val="000271C9"/>
    <w:rsid w:val="0003079C"/>
    <w:rsid w:val="000345DC"/>
    <w:rsid w:val="0003643C"/>
    <w:rsid w:val="000370F0"/>
    <w:rsid w:val="000407E6"/>
    <w:rsid w:val="00044ED9"/>
    <w:rsid w:val="00050339"/>
    <w:rsid w:val="00052FB7"/>
    <w:rsid w:val="000553D2"/>
    <w:rsid w:val="000566CF"/>
    <w:rsid w:val="00057DB3"/>
    <w:rsid w:val="00070532"/>
    <w:rsid w:val="000728DD"/>
    <w:rsid w:val="00072A14"/>
    <w:rsid w:val="000745A1"/>
    <w:rsid w:val="00075707"/>
    <w:rsid w:val="00094973"/>
    <w:rsid w:val="00096B23"/>
    <w:rsid w:val="00096E22"/>
    <w:rsid w:val="000A18C6"/>
    <w:rsid w:val="000A1FDB"/>
    <w:rsid w:val="000A3E8F"/>
    <w:rsid w:val="000A5419"/>
    <w:rsid w:val="000B0F62"/>
    <w:rsid w:val="000B35F9"/>
    <w:rsid w:val="000B3614"/>
    <w:rsid w:val="000B3B19"/>
    <w:rsid w:val="000B7791"/>
    <w:rsid w:val="000C66C1"/>
    <w:rsid w:val="000C6E95"/>
    <w:rsid w:val="000D6DE5"/>
    <w:rsid w:val="000D7093"/>
    <w:rsid w:val="000E00A8"/>
    <w:rsid w:val="000E17B8"/>
    <w:rsid w:val="000E2119"/>
    <w:rsid w:val="000E3A1F"/>
    <w:rsid w:val="000E4A71"/>
    <w:rsid w:val="000F188F"/>
    <w:rsid w:val="000F273F"/>
    <w:rsid w:val="000F2785"/>
    <w:rsid w:val="000F6374"/>
    <w:rsid w:val="0010291F"/>
    <w:rsid w:val="00105063"/>
    <w:rsid w:val="00105800"/>
    <w:rsid w:val="00105D99"/>
    <w:rsid w:val="00107BC4"/>
    <w:rsid w:val="001115B6"/>
    <w:rsid w:val="00116888"/>
    <w:rsid w:val="00122948"/>
    <w:rsid w:val="0012575C"/>
    <w:rsid w:val="001261F8"/>
    <w:rsid w:val="00134A22"/>
    <w:rsid w:val="00142683"/>
    <w:rsid w:val="0014540A"/>
    <w:rsid w:val="00147542"/>
    <w:rsid w:val="0015027D"/>
    <w:rsid w:val="00150557"/>
    <w:rsid w:val="00153985"/>
    <w:rsid w:val="0015515B"/>
    <w:rsid w:val="00155B47"/>
    <w:rsid w:val="001576BD"/>
    <w:rsid w:val="0016591B"/>
    <w:rsid w:val="001724CF"/>
    <w:rsid w:val="00173D60"/>
    <w:rsid w:val="00174CA1"/>
    <w:rsid w:val="001754F4"/>
    <w:rsid w:val="0018037D"/>
    <w:rsid w:val="00180E03"/>
    <w:rsid w:val="001818ED"/>
    <w:rsid w:val="001855A0"/>
    <w:rsid w:val="0019484C"/>
    <w:rsid w:val="0019557F"/>
    <w:rsid w:val="0019640D"/>
    <w:rsid w:val="00197687"/>
    <w:rsid w:val="00197DF3"/>
    <w:rsid w:val="001A24BF"/>
    <w:rsid w:val="001A4A9E"/>
    <w:rsid w:val="001A4D4F"/>
    <w:rsid w:val="001A74B7"/>
    <w:rsid w:val="001A74E0"/>
    <w:rsid w:val="001A7D1A"/>
    <w:rsid w:val="001B143C"/>
    <w:rsid w:val="001B17E7"/>
    <w:rsid w:val="001B4579"/>
    <w:rsid w:val="001B6A33"/>
    <w:rsid w:val="001C1F14"/>
    <w:rsid w:val="001C54AF"/>
    <w:rsid w:val="001C76AA"/>
    <w:rsid w:val="001D53A3"/>
    <w:rsid w:val="001D6548"/>
    <w:rsid w:val="001E33FE"/>
    <w:rsid w:val="001F26D2"/>
    <w:rsid w:val="001F4CDC"/>
    <w:rsid w:val="00203B56"/>
    <w:rsid w:val="00203E66"/>
    <w:rsid w:val="00206AC4"/>
    <w:rsid w:val="00213CF0"/>
    <w:rsid w:val="00216CEC"/>
    <w:rsid w:val="00220FD6"/>
    <w:rsid w:val="002246EA"/>
    <w:rsid w:val="00225A61"/>
    <w:rsid w:val="00245431"/>
    <w:rsid w:val="00250A5C"/>
    <w:rsid w:val="0025205A"/>
    <w:rsid w:val="00252826"/>
    <w:rsid w:val="00252E5F"/>
    <w:rsid w:val="00253899"/>
    <w:rsid w:val="0025569F"/>
    <w:rsid w:val="00255E57"/>
    <w:rsid w:val="00260DE0"/>
    <w:rsid w:val="00262757"/>
    <w:rsid w:val="002719FE"/>
    <w:rsid w:val="00271AA1"/>
    <w:rsid w:val="00271B46"/>
    <w:rsid w:val="00272C33"/>
    <w:rsid w:val="0027365C"/>
    <w:rsid w:val="00274D6C"/>
    <w:rsid w:val="002805C6"/>
    <w:rsid w:val="00281FA7"/>
    <w:rsid w:val="00284798"/>
    <w:rsid w:val="00286E6A"/>
    <w:rsid w:val="00291514"/>
    <w:rsid w:val="0029512F"/>
    <w:rsid w:val="002A2A88"/>
    <w:rsid w:val="002A2C45"/>
    <w:rsid w:val="002A2DE5"/>
    <w:rsid w:val="002A42EC"/>
    <w:rsid w:val="002B11A1"/>
    <w:rsid w:val="002B318A"/>
    <w:rsid w:val="002B4FF5"/>
    <w:rsid w:val="002B51B2"/>
    <w:rsid w:val="002B51BB"/>
    <w:rsid w:val="002B7909"/>
    <w:rsid w:val="002C1CDF"/>
    <w:rsid w:val="002C2500"/>
    <w:rsid w:val="002C67DE"/>
    <w:rsid w:val="002D0F71"/>
    <w:rsid w:val="002D4D89"/>
    <w:rsid w:val="002D5309"/>
    <w:rsid w:val="002E0897"/>
    <w:rsid w:val="002E596E"/>
    <w:rsid w:val="002F52B1"/>
    <w:rsid w:val="0030370B"/>
    <w:rsid w:val="00304308"/>
    <w:rsid w:val="00305EA1"/>
    <w:rsid w:val="00305EE0"/>
    <w:rsid w:val="00312415"/>
    <w:rsid w:val="003129AB"/>
    <w:rsid w:val="003168D2"/>
    <w:rsid w:val="003177E8"/>
    <w:rsid w:val="00322A70"/>
    <w:rsid w:val="00324EF3"/>
    <w:rsid w:val="00325297"/>
    <w:rsid w:val="00325404"/>
    <w:rsid w:val="00330897"/>
    <w:rsid w:val="00337876"/>
    <w:rsid w:val="003432E5"/>
    <w:rsid w:val="00344028"/>
    <w:rsid w:val="003518C6"/>
    <w:rsid w:val="00352962"/>
    <w:rsid w:val="00353CB9"/>
    <w:rsid w:val="00354A72"/>
    <w:rsid w:val="00370534"/>
    <w:rsid w:val="00373118"/>
    <w:rsid w:val="00376A37"/>
    <w:rsid w:val="00377D14"/>
    <w:rsid w:val="00377F67"/>
    <w:rsid w:val="00380D19"/>
    <w:rsid w:val="00382E49"/>
    <w:rsid w:val="00385833"/>
    <w:rsid w:val="00387322"/>
    <w:rsid w:val="00387923"/>
    <w:rsid w:val="003936BF"/>
    <w:rsid w:val="003954A5"/>
    <w:rsid w:val="003977F3"/>
    <w:rsid w:val="00397EAF"/>
    <w:rsid w:val="003A0528"/>
    <w:rsid w:val="003A3A40"/>
    <w:rsid w:val="003A576C"/>
    <w:rsid w:val="003A5C2E"/>
    <w:rsid w:val="003A6E46"/>
    <w:rsid w:val="003B021F"/>
    <w:rsid w:val="003B306D"/>
    <w:rsid w:val="003B6611"/>
    <w:rsid w:val="003B74D5"/>
    <w:rsid w:val="003C1E0C"/>
    <w:rsid w:val="003D23C1"/>
    <w:rsid w:val="003E2337"/>
    <w:rsid w:val="003E2891"/>
    <w:rsid w:val="003E29DA"/>
    <w:rsid w:val="003E3AB8"/>
    <w:rsid w:val="003E5CAF"/>
    <w:rsid w:val="003F0562"/>
    <w:rsid w:val="003F1378"/>
    <w:rsid w:val="003F65B1"/>
    <w:rsid w:val="00401006"/>
    <w:rsid w:val="004012DB"/>
    <w:rsid w:val="00402857"/>
    <w:rsid w:val="00406BA5"/>
    <w:rsid w:val="0041126B"/>
    <w:rsid w:val="0041336C"/>
    <w:rsid w:val="00415B5D"/>
    <w:rsid w:val="004179FB"/>
    <w:rsid w:val="00420AEB"/>
    <w:rsid w:val="00420E8E"/>
    <w:rsid w:val="00421048"/>
    <w:rsid w:val="00421740"/>
    <w:rsid w:val="00425666"/>
    <w:rsid w:val="004261A5"/>
    <w:rsid w:val="004277D0"/>
    <w:rsid w:val="00430B45"/>
    <w:rsid w:val="004420F1"/>
    <w:rsid w:val="004422E4"/>
    <w:rsid w:val="004455D5"/>
    <w:rsid w:val="00454030"/>
    <w:rsid w:val="0045595F"/>
    <w:rsid w:val="00455CD6"/>
    <w:rsid w:val="00456031"/>
    <w:rsid w:val="00460EB6"/>
    <w:rsid w:val="00462A75"/>
    <w:rsid w:val="004652BD"/>
    <w:rsid w:val="00466109"/>
    <w:rsid w:val="00470C01"/>
    <w:rsid w:val="00470F4E"/>
    <w:rsid w:val="0047169A"/>
    <w:rsid w:val="00472876"/>
    <w:rsid w:val="00481BA0"/>
    <w:rsid w:val="004842A1"/>
    <w:rsid w:val="00484F41"/>
    <w:rsid w:val="004861B5"/>
    <w:rsid w:val="00494F6A"/>
    <w:rsid w:val="00495C36"/>
    <w:rsid w:val="00496371"/>
    <w:rsid w:val="004A6F48"/>
    <w:rsid w:val="004B58D2"/>
    <w:rsid w:val="004C2A70"/>
    <w:rsid w:val="004C6C2C"/>
    <w:rsid w:val="004C6D2F"/>
    <w:rsid w:val="004D3F9C"/>
    <w:rsid w:val="004D5B65"/>
    <w:rsid w:val="004D6182"/>
    <w:rsid w:val="004E118E"/>
    <w:rsid w:val="004E3C9F"/>
    <w:rsid w:val="004E6E31"/>
    <w:rsid w:val="004F62AD"/>
    <w:rsid w:val="005030B7"/>
    <w:rsid w:val="00510885"/>
    <w:rsid w:val="00515F22"/>
    <w:rsid w:val="005173D6"/>
    <w:rsid w:val="005229BE"/>
    <w:rsid w:val="005231F2"/>
    <w:rsid w:val="0052755F"/>
    <w:rsid w:val="00540299"/>
    <w:rsid w:val="00546A93"/>
    <w:rsid w:val="00547988"/>
    <w:rsid w:val="00553467"/>
    <w:rsid w:val="0055401F"/>
    <w:rsid w:val="00555223"/>
    <w:rsid w:val="00557FF6"/>
    <w:rsid w:val="005608D9"/>
    <w:rsid w:val="00564244"/>
    <w:rsid w:val="00576B56"/>
    <w:rsid w:val="00587761"/>
    <w:rsid w:val="00590490"/>
    <w:rsid w:val="005915AE"/>
    <w:rsid w:val="00593B8B"/>
    <w:rsid w:val="00595304"/>
    <w:rsid w:val="005A18FB"/>
    <w:rsid w:val="005A2C8D"/>
    <w:rsid w:val="005A33DD"/>
    <w:rsid w:val="005A62FF"/>
    <w:rsid w:val="005B09AC"/>
    <w:rsid w:val="005B15D4"/>
    <w:rsid w:val="005B187E"/>
    <w:rsid w:val="005B58A0"/>
    <w:rsid w:val="005B66CF"/>
    <w:rsid w:val="005B68AA"/>
    <w:rsid w:val="005B6A03"/>
    <w:rsid w:val="005C1A42"/>
    <w:rsid w:val="005C6F97"/>
    <w:rsid w:val="005D0D5F"/>
    <w:rsid w:val="005D6B53"/>
    <w:rsid w:val="005E1456"/>
    <w:rsid w:val="005E4DDB"/>
    <w:rsid w:val="005F13DF"/>
    <w:rsid w:val="006020C2"/>
    <w:rsid w:val="00611524"/>
    <w:rsid w:val="00612045"/>
    <w:rsid w:val="00612D31"/>
    <w:rsid w:val="00614E7C"/>
    <w:rsid w:val="0062619C"/>
    <w:rsid w:val="00627812"/>
    <w:rsid w:val="006311E9"/>
    <w:rsid w:val="0064058D"/>
    <w:rsid w:val="00642D68"/>
    <w:rsid w:val="00643764"/>
    <w:rsid w:val="00643ACD"/>
    <w:rsid w:val="00650738"/>
    <w:rsid w:val="00653D65"/>
    <w:rsid w:val="00660CD8"/>
    <w:rsid w:val="00665B80"/>
    <w:rsid w:val="00676462"/>
    <w:rsid w:val="00680885"/>
    <w:rsid w:val="00681AE3"/>
    <w:rsid w:val="00681EC3"/>
    <w:rsid w:val="00683C4C"/>
    <w:rsid w:val="00683EE0"/>
    <w:rsid w:val="00686D16"/>
    <w:rsid w:val="0068790D"/>
    <w:rsid w:val="006902D2"/>
    <w:rsid w:val="006A2AAD"/>
    <w:rsid w:val="006A72E9"/>
    <w:rsid w:val="006A7786"/>
    <w:rsid w:val="006B5BD2"/>
    <w:rsid w:val="006B683B"/>
    <w:rsid w:val="006C359A"/>
    <w:rsid w:val="006C3F7A"/>
    <w:rsid w:val="006C54C6"/>
    <w:rsid w:val="006D21F0"/>
    <w:rsid w:val="006E105D"/>
    <w:rsid w:val="006E4B77"/>
    <w:rsid w:val="006F70E1"/>
    <w:rsid w:val="007004B9"/>
    <w:rsid w:val="00700E9D"/>
    <w:rsid w:val="00703906"/>
    <w:rsid w:val="007144DD"/>
    <w:rsid w:val="00715E3C"/>
    <w:rsid w:val="00722B9D"/>
    <w:rsid w:val="00726E40"/>
    <w:rsid w:val="0073341E"/>
    <w:rsid w:val="0073736C"/>
    <w:rsid w:val="00747097"/>
    <w:rsid w:val="00750E76"/>
    <w:rsid w:val="007542A0"/>
    <w:rsid w:val="007566DA"/>
    <w:rsid w:val="00757AFD"/>
    <w:rsid w:val="00770129"/>
    <w:rsid w:val="007708BF"/>
    <w:rsid w:val="00772056"/>
    <w:rsid w:val="00773146"/>
    <w:rsid w:val="00773D29"/>
    <w:rsid w:val="0077654F"/>
    <w:rsid w:val="00777255"/>
    <w:rsid w:val="00777E06"/>
    <w:rsid w:val="00780BD6"/>
    <w:rsid w:val="00784DFD"/>
    <w:rsid w:val="00786DC5"/>
    <w:rsid w:val="007A23D2"/>
    <w:rsid w:val="007A4558"/>
    <w:rsid w:val="007A4A48"/>
    <w:rsid w:val="007A53FD"/>
    <w:rsid w:val="007B4F2F"/>
    <w:rsid w:val="007B540E"/>
    <w:rsid w:val="007B6EE4"/>
    <w:rsid w:val="007B7F40"/>
    <w:rsid w:val="007D609D"/>
    <w:rsid w:val="007D6A47"/>
    <w:rsid w:val="007D70EB"/>
    <w:rsid w:val="007E5AC5"/>
    <w:rsid w:val="007F0604"/>
    <w:rsid w:val="007F3FDA"/>
    <w:rsid w:val="00800CAB"/>
    <w:rsid w:val="00801C22"/>
    <w:rsid w:val="00802C79"/>
    <w:rsid w:val="00804156"/>
    <w:rsid w:val="0080748B"/>
    <w:rsid w:val="0081205E"/>
    <w:rsid w:val="008237D6"/>
    <w:rsid w:val="008261A9"/>
    <w:rsid w:val="00826527"/>
    <w:rsid w:val="00827FE4"/>
    <w:rsid w:val="00836BA5"/>
    <w:rsid w:val="0084221E"/>
    <w:rsid w:val="008460FC"/>
    <w:rsid w:val="00857391"/>
    <w:rsid w:val="008658CB"/>
    <w:rsid w:val="00870ABE"/>
    <w:rsid w:val="008728AB"/>
    <w:rsid w:val="00872CFB"/>
    <w:rsid w:val="00880D50"/>
    <w:rsid w:val="00885DE4"/>
    <w:rsid w:val="008926AB"/>
    <w:rsid w:val="00895D58"/>
    <w:rsid w:val="00895E9F"/>
    <w:rsid w:val="00897D2C"/>
    <w:rsid w:val="008A1050"/>
    <w:rsid w:val="008A6A6A"/>
    <w:rsid w:val="008A7B4A"/>
    <w:rsid w:val="008B0025"/>
    <w:rsid w:val="008B535F"/>
    <w:rsid w:val="008C37DD"/>
    <w:rsid w:val="008C4B88"/>
    <w:rsid w:val="008C5A4C"/>
    <w:rsid w:val="008C73AB"/>
    <w:rsid w:val="008D1562"/>
    <w:rsid w:val="008D2802"/>
    <w:rsid w:val="008D4DD2"/>
    <w:rsid w:val="008D50FD"/>
    <w:rsid w:val="008E0F7F"/>
    <w:rsid w:val="008E255C"/>
    <w:rsid w:val="008F0375"/>
    <w:rsid w:val="008F103B"/>
    <w:rsid w:val="008F4CAE"/>
    <w:rsid w:val="00901163"/>
    <w:rsid w:val="00903295"/>
    <w:rsid w:val="0090408E"/>
    <w:rsid w:val="009042D3"/>
    <w:rsid w:val="00906191"/>
    <w:rsid w:val="0090763A"/>
    <w:rsid w:val="00912F7C"/>
    <w:rsid w:val="00915A88"/>
    <w:rsid w:val="009168DF"/>
    <w:rsid w:val="0092104C"/>
    <w:rsid w:val="009242F6"/>
    <w:rsid w:val="0092795C"/>
    <w:rsid w:val="00930421"/>
    <w:rsid w:val="00932AEF"/>
    <w:rsid w:val="00937EF6"/>
    <w:rsid w:val="00940185"/>
    <w:rsid w:val="00943A08"/>
    <w:rsid w:val="00944E81"/>
    <w:rsid w:val="00945176"/>
    <w:rsid w:val="00946A22"/>
    <w:rsid w:val="00947FF3"/>
    <w:rsid w:val="009500FA"/>
    <w:rsid w:val="00950218"/>
    <w:rsid w:val="009632C9"/>
    <w:rsid w:val="0096432F"/>
    <w:rsid w:val="00964DD4"/>
    <w:rsid w:val="00965058"/>
    <w:rsid w:val="00967E7E"/>
    <w:rsid w:val="0097173B"/>
    <w:rsid w:val="00971A5D"/>
    <w:rsid w:val="009734EA"/>
    <w:rsid w:val="009739A5"/>
    <w:rsid w:val="00976D05"/>
    <w:rsid w:val="00980660"/>
    <w:rsid w:val="00980CBC"/>
    <w:rsid w:val="00983A8B"/>
    <w:rsid w:val="00987F92"/>
    <w:rsid w:val="00990A6A"/>
    <w:rsid w:val="00991A1D"/>
    <w:rsid w:val="00992CC5"/>
    <w:rsid w:val="009946D2"/>
    <w:rsid w:val="009A0FD5"/>
    <w:rsid w:val="009A150A"/>
    <w:rsid w:val="009B061F"/>
    <w:rsid w:val="009B3637"/>
    <w:rsid w:val="009B5957"/>
    <w:rsid w:val="009B6797"/>
    <w:rsid w:val="009B772D"/>
    <w:rsid w:val="009C3CAB"/>
    <w:rsid w:val="009D25FC"/>
    <w:rsid w:val="009E076C"/>
    <w:rsid w:val="009E2047"/>
    <w:rsid w:val="009F2B4D"/>
    <w:rsid w:val="009F383A"/>
    <w:rsid w:val="009F47D4"/>
    <w:rsid w:val="009F755F"/>
    <w:rsid w:val="00A00157"/>
    <w:rsid w:val="00A15A44"/>
    <w:rsid w:val="00A15D00"/>
    <w:rsid w:val="00A25035"/>
    <w:rsid w:val="00A256E9"/>
    <w:rsid w:val="00A31236"/>
    <w:rsid w:val="00A32304"/>
    <w:rsid w:val="00A32F6E"/>
    <w:rsid w:val="00A34B80"/>
    <w:rsid w:val="00A35429"/>
    <w:rsid w:val="00A35B94"/>
    <w:rsid w:val="00A35BCD"/>
    <w:rsid w:val="00A37364"/>
    <w:rsid w:val="00A37C96"/>
    <w:rsid w:val="00A40F62"/>
    <w:rsid w:val="00A53905"/>
    <w:rsid w:val="00A57D68"/>
    <w:rsid w:val="00A60EE0"/>
    <w:rsid w:val="00A62734"/>
    <w:rsid w:val="00A64D50"/>
    <w:rsid w:val="00A70DFB"/>
    <w:rsid w:val="00A72510"/>
    <w:rsid w:val="00A72F81"/>
    <w:rsid w:val="00A74282"/>
    <w:rsid w:val="00A76D28"/>
    <w:rsid w:val="00A84E25"/>
    <w:rsid w:val="00A86B0E"/>
    <w:rsid w:val="00A915B1"/>
    <w:rsid w:val="00A92244"/>
    <w:rsid w:val="00A95EDD"/>
    <w:rsid w:val="00AA7787"/>
    <w:rsid w:val="00AB191D"/>
    <w:rsid w:val="00AB203E"/>
    <w:rsid w:val="00AB348E"/>
    <w:rsid w:val="00AC35F6"/>
    <w:rsid w:val="00AC675E"/>
    <w:rsid w:val="00AD1A5D"/>
    <w:rsid w:val="00AD1C4D"/>
    <w:rsid w:val="00AD4CF1"/>
    <w:rsid w:val="00AD4D4A"/>
    <w:rsid w:val="00AD54AE"/>
    <w:rsid w:val="00AD60D2"/>
    <w:rsid w:val="00AE4152"/>
    <w:rsid w:val="00AE4771"/>
    <w:rsid w:val="00AF3471"/>
    <w:rsid w:val="00AF3789"/>
    <w:rsid w:val="00AF3D76"/>
    <w:rsid w:val="00AF421B"/>
    <w:rsid w:val="00AF75F2"/>
    <w:rsid w:val="00B11ED3"/>
    <w:rsid w:val="00B13224"/>
    <w:rsid w:val="00B2097D"/>
    <w:rsid w:val="00B20ECA"/>
    <w:rsid w:val="00B2250F"/>
    <w:rsid w:val="00B255EE"/>
    <w:rsid w:val="00B27C69"/>
    <w:rsid w:val="00B3799A"/>
    <w:rsid w:val="00B40BC7"/>
    <w:rsid w:val="00B41CA5"/>
    <w:rsid w:val="00B4273D"/>
    <w:rsid w:val="00B44A1A"/>
    <w:rsid w:val="00B459AB"/>
    <w:rsid w:val="00B50442"/>
    <w:rsid w:val="00B53644"/>
    <w:rsid w:val="00B543C4"/>
    <w:rsid w:val="00B55F43"/>
    <w:rsid w:val="00B616E6"/>
    <w:rsid w:val="00B64FBD"/>
    <w:rsid w:val="00B6516B"/>
    <w:rsid w:val="00B6676B"/>
    <w:rsid w:val="00B66F99"/>
    <w:rsid w:val="00B70158"/>
    <w:rsid w:val="00B71192"/>
    <w:rsid w:val="00B73C3F"/>
    <w:rsid w:val="00B7455C"/>
    <w:rsid w:val="00B74CCB"/>
    <w:rsid w:val="00B7659E"/>
    <w:rsid w:val="00B8019E"/>
    <w:rsid w:val="00B82DAB"/>
    <w:rsid w:val="00B91120"/>
    <w:rsid w:val="00B97608"/>
    <w:rsid w:val="00B97ADD"/>
    <w:rsid w:val="00BA73D1"/>
    <w:rsid w:val="00BA7F4E"/>
    <w:rsid w:val="00BB10CE"/>
    <w:rsid w:val="00BB1C21"/>
    <w:rsid w:val="00BB6E2D"/>
    <w:rsid w:val="00BB76D3"/>
    <w:rsid w:val="00BB798F"/>
    <w:rsid w:val="00BB7A10"/>
    <w:rsid w:val="00BC0F0B"/>
    <w:rsid w:val="00BC5C79"/>
    <w:rsid w:val="00BD4377"/>
    <w:rsid w:val="00BD7719"/>
    <w:rsid w:val="00BE1733"/>
    <w:rsid w:val="00BE2E2E"/>
    <w:rsid w:val="00BE44A5"/>
    <w:rsid w:val="00BF0877"/>
    <w:rsid w:val="00BF1282"/>
    <w:rsid w:val="00BF201D"/>
    <w:rsid w:val="00BF7BC3"/>
    <w:rsid w:val="00C02342"/>
    <w:rsid w:val="00C026A9"/>
    <w:rsid w:val="00C10C2F"/>
    <w:rsid w:val="00C14253"/>
    <w:rsid w:val="00C15BBF"/>
    <w:rsid w:val="00C21A42"/>
    <w:rsid w:val="00C22FF1"/>
    <w:rsid w:val="00C2781B"/>
    <w:rsid w:val="00C3003E"/>
    <w:rsid w:val="00C34053"/>
    <w:rsid w:val="00C43979"/>
    <w:rsid w:val="00C448CA"/>
    <w:rsid w:val="00C54D17"/>
    <w:rsid w:val="00C55FB7"/>
    <w:rsid w:val="00C57417"/>
    <w:rsid w:val="00C62275"/>
    <w:rsid w:val="00C62BBA"/>
    <w:rsid w:val="00C63D7F"/>
    <w:rsid w:val="00C64984"/>
    <w:rsid w:val="00C65AD4"/>
    <w:rsid w:val="00C718EA"/>
    <w:rsid w:val="00C721F1"/>
    <w:rsid w:val="00C751AA"/>
    <w:rsid w:val="00C825EA"/>
    <w:rsid w:val="00C85F16"/>
    <w:rsid w:val="00C9223E"/>
    <w:rsid w:val="00C92F67"/>
    <w:rsid w:val="00C93A9F"/>
    <w:rsid w:val="00CA023E"/>
    <w:rsid w:val="00CA2F57"/>
    <w:rsid w:val="00CA5962"/>
    <w:rsid w:val="00CA7F42"/>
    <w:rsid w:val="00CB5595"/>
    <w:rsid w:val="00CC76D7"/>
    <w:rsid w:val="00CD70FB"/>
    <w:rsid w:val="00CD73DA"/>
    <w:rsid w:val="00CD7832"/>
    <w:rsid w:val="00CE0810"/>
    <w:rsid w:val="00CE08CA"/>
    <w:rsid w:val="00CE2CCF"/>
    <w:rsid w:val="00CF02D5"/>
    <w:rsid w:val="00CF046C"/>
    <w:rsid w:val="00CF2517"/>
    <w:rsid w:val="00CF3735"/>
    <w:rsid w:val="00CF5FB7"/>
    <w:rsid w:val="00CF6924"/>
    <w:rsid w:val="00CF78C7"/>
    <w:rsid w:val="00CF7BF8"/>
    <w:rsid w:val="00D01820"/>
    <w:rsid w:val="00D01C10"/>
    <w:rsid w:val="00D0453B"/>
    <w:rsid w:val="00D04F7E"/>
    <w:rsid w:val="00D04F8F"/>
    <w:rsid w:val="00D10771"/>
    <w:rsid w:val="00D11465"/>
    <w:rsid w:val="00D11A55"/>
    <w:rsid w:val="00D15025"/>
    <w:rsid w:val="00D154A3"/>
    <w:rsid w:val="00D26D6D"/>
    <w:rsid w:val="00D365E6"/>
    <w:rsid w:val="00D36B25"/>
    <w:rsid w:val="00D52801"/>
    <w:rsid w:val="00D550FC"/>
    <w:rsid w:val="00D552E1"/>
    <w:rsid w:val="00D55540"/>
    <w:rsid w:val="00D6267C"/>
    <w:rsid w:val="00D63DBE"/>
    <w:rsid w:val="00D64F07"/>
    <w:rsid w:val="00D75BC1"/>
    <w:rsid w:val="00D80C18"/>
    <w:rsid w:val="00D87CB3"/>
    <w:rsid w:val="00D91B96"/>
    <w:rsid w:val="00D974DB"/>
    <w:rsid w:val="00DA565F"/>
    <w:rsid w:val="00DB02CD"/>
    <w:rsid w:val="00DB1C89"/>
    <w:rsid w:val="00DB66C3"/>
    <w:rsid w:val="00DC294D"/>
    <w:rsid w:val="00DC5E28"/>
    <w:rsid w:val="00DD18B6"/>
    <w:rsid w:val="00DD45A1"/>
    <w:rsid w:val="00DD4AB2"/>
    <w:rsid w:val="00DD6461"/>
    <w:rsid w:val="00DE5169"/>
    <w:rsid w:val="00DE530C"/>
    <w:rsid w:val="00DE65A9"/>
    <w:rsid w:val="00DF1D04"/>
    <w:rsid w:val="00DF794F"/>
    <w:rsid w:val="00E0714A"/>
    <w:rsid w:val="00E22D8F"/>
    <w:rsid w:val="00E31379"/>
    <w:rsid w:val="00E37010"/>
    <w:rsid w:val="00E37389"/>
    <w:rsid w:val="00E40BF2"/>
    <w:rsid w:val="00E40FEF"/>
    <w:rsid w:val="00E41117"/>
    <w:rsid w:val="00E4198F"/>
    <w:rsid w:val="00E4292B"/>
    <w:rsid w:val="00E431FB"/>
    <w:rsid w:val="00E4440E"/>
    <w:rsid w:val="00E45D32"/>
    <w:rsid w:val="00E51746"/>
    <w:rsid w:val="00E542FF"/>
    <w:rsid w:val="00E5462B"/>
    <w:rsid w:val="00E65E61"/>
    <w:rsid w:val="00E73113"/>
    <w:rsid w:val="00E76D0B"/>
    <w:rsid w:val="00E87747"/>
    <w:rsid w:val="00E932FC"/>
    <w:rsid w:val="00E935CD"/>
    <w:rsid w:val="00E94543"/>
    <w:rsid w:val="00EA0750"/>
    <w:rsid w:val="00EA3471"/>
    <w:rsid w:val="00EA3B07"/>
    <w:rsid w:val="00EA3D04"/>
    <w:rsid w:val="00EA3E32"/>
    <w:rsid w:val="00EA5BB2"/>
    <w:rsid w:val="00EA68EA"/>
    <w:rsid w:val="00EB2348"/>
    <w:rsid w:val="00EB2872"/>
    <w:rsid w:val="00EC224A"/>
    <w:rsid w:val="00EC562C"/>
    <w:rsid w:val="00EC5936"/>
    <w:rsid w:val="00EC7844"/>
    <w:rsid w:val="00ED5B72"/>
    <w:rsid w:val="00ED7487"/>
    <w:rsid w:val="00ED7CFD"/>
    <w:rsid w:val="00EE7A8D"/>
    <w:rsid w:val="00EF1154"/>
    <w:rsid w:val="00F04FE6"/>
    <w:rsid w:val="00F06860"/>
    <w:rsid w:val="00F069CD"/>
    <w:rsid w:val="00F10C6C"/>
    <w:rsid w:val="00F11CAA"/>
    <w:rsid w:val="00F1256D"/>
    <w:rsid w:val="00F137E6"/>
    <w:rsid w:val="00F1654E"/>
    <w:rsid w:val="00F27F0D"/>
    <w:rsid w:val="00F30AA3"/>
    <w:rsid w:val="00F36F32"/>
    <w:rsid w:val="00F40D00"/>
    <w:rsid w:val="00F4126E"/>
    <w:rsid w:val="00F50941"/>
    <w:rsid w:val="00F52C61"/>
    <w:rsid w:val="00F53F8A"/>
    <w:rsid w:val="00F55B2E"/>
    <w:rsid w:val="00F60A06"/>
    <w:rsid w:val="00F64285"/>
    <w:rsid w:val="00F749B5"/>
    <w:rsid w:val="00F74B59"/>
    <w:rsid w:val="00F752C7"/>
    <w:rsid w:val="00F76F78"/>
    <w:rsid w:val="00F84107"/>
    <w:rsid w:val="00F918F1"/>
    <w:rsid w:val="00F94895"/>
    <w:rsid w:val="00FA1AC4"/>
    <w:rsid w:val="00FA59D1"/>
    <w:rsid w:val="00FB162C"/>
    <w:rsid w:val="00FB38AE"/>
    <w:rsid w:val="00FB3920"/>
    <w:rsid w:val="00FB6908"/>
    <w:rsid w:val="00FB7437"/>
    <w:rsid w:val="00FC0A10"/>
    <w:rsid w:val="00FC1433"/>
    <w:rsid w:val="00FC3EC9"/>
    <w:rsid w:val="00FC6695"/>
    <w:rsid w:val="00FD2778"/>
    <w:rsid w:val="00FD31BE"/>
    <w:rsid w:val="00FD3540"/>
    <w:rsid w:val="00FD75CB"/>
    <w:rsid w:val="00FD7FDA"/>
    <w:rsid w:val="00FE145A"/>
    <w:rsid w:val="00FE41BE"/>
    <w:rsid w:val="00FE6671"/>
    <w:rsid w:val="00FF3DD6"/>
    <w:rsid w:val="00FF4353"/>
    <w:rsid w:val="00FF4382"/>
    <w:rsid w:val="00FF566F"/>
    <w:rsid w:val="04025BED"/>
    <w:rsid w:val="140B70F5"/>
    <w:rsid w:val="1FD04999"/>
    <w:rsid w:val="22D623D8"/>
    <w:rsid w:val="285263B2"/>
    <w:rsid w:val="2B143642"/>
    <w:rsid w:val="3186135C"/>
    <w:rsid w:val="33837901"/>
    <w:rsid w:val="392003DE"/>
    <w:rsid w:val="42220C2D"/>
    <w:rsid w:val="440C749E"/>
    <w:rsid w:val="504B57F2"/>
    <w:rsid w:val="51025EB1"/>
    <w:rsid w:val="5625409B"/>
    <w:rsid w:val="56B714EC"/>
    <w:rsid w:val="5AEB71A1"/>
    <w:rsid w:val="5DBE5856"/>
    <w:rsid w:val="622E7DA5"/>
    <w:rsid w:val="62F007C3"/>
    <w:rsid w:val="69164798"/>
    <w:rsid w:val="6BF95CAB"/>
    <w:rsid w:val="6D98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931FC65"/>
  <w15:docId w15:val="{AA859B95-B559-456D-BAEE-E436AFACA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fr-FR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0" w:unhideWhenUsed="1" w:qFormat="1"/>
    <w:lsdException w:name="toc 5" w:semiHidden="1" w:uiPriority="0" w:qFormat="1"/>
    <w:lsdException w:name="toc 6" w:semiHidden="1" w:uiPriority="0" w:qFormat="1"/>
    <w:lsdException w:name="toc 7" w:semiHidden="1" w:uiPriority="0" w:qFormat="1"/>
    <w:lsdException w:name="toc 8" w:semiHidden="1" w:uiPriority="0" w:qFormat="1"/>
    <w:lsdException w:name="toc 9" w:semiHidden="1" w:uiPriority="0" w:qFormat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40"/>
    </w:pPr>
    <w:rPr>
      <w:rFonts w:ascii="Arial" w:hAnsi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nhideWhenUsed/>
    <w:qFormat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Titre4">
    <w:name w:val="heading 4"/>
    <w:basedOn w:val="Normal"/>
    <w:next w:val="Normal"/>
    <w:link w:val="Titre4Car"/>
    <w:unhideWhenUsed/>
    <w:qFormat/>
    <w:pPr>
      <w:keepNext/>
      <w:keepLines/>
      <w:spacing w:before="240"/>
      <w:outlineLvl w:val="3"/>
    </w:pPr>
    <w:rPr>
      <w:rFonts w:eastAsiaTheme="majorEastAsia" w:cstheme="majorBidi"/>
      <w:bCs/>
      <w:iCs/>
    </w:rPr>
  </w:style>
  <w:style w:type="paragraph" w:styleId="Titre5">
    <w:name w:val="heading 5"/>
    <w:basedOn w:val="Normal"/>
    <w:next w:val="Normal"/>
    <w:link w:val="Titre5Car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qFormat/>
    <w:pPr>
      <w:tabs>
        <w:tab w:val="left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qFormat/>
    <w:pPr>
      <w:tabs>
        <w:tab w:val="left" w:pos="1584"/>
      </w:tabs>
      <w:spacing w:before="240" w:after="60"/>
      <w:ind w:left="1584" w:hanging="1584"/>
      <w:outlineLvl w:val="8"/>
    </w:pPr>
    <w:rPr>
      <w:rFonts w:eastAsia="Times New Roman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qFormat/>
    <w:rPr>
      <w:color w:val="0563C1" w:themeColor="hyperlink"/>
      <w:u w:val="single"/>
    </w:rPr>
  </w:style>
  <w:style w:type="character" w:styleId="Appelnotedebasdep">
    <w:name w:val="footnote reference"/>
    <w:basedOn w:val="Policepardfaut"/>
    <w:uiPriority w:val="99"/>
    <w:semiHidden/>
    <w:unhideWhenUsed/>
    <w:qFormat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qFormat/>
    <w:rPr>
      <w:sz w:val="16"/>
      <w:szCs w:val="16"/>
    </w:rPr>
  </w:style>
  <w:style w:type="character" w:styleId="Numrodepage">
    <w:name w:val="page number"/>
    <w:basedOn w:val="Policepardfaut"/>
    <w:semiHidden/>
    <w:unhideWhenUsed/>
    <w:qFormat/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ienhypertextesuivivisit">
    <w:name w:val="FollowedHyperlink"/>
    <w:uiPriority w:val="99"/>
    <w:qFormat/>
    <w:rPr>
      <w:color w:val="800080"/>
      <w:u w:val="single"/>
    </w:rPr>
  </w:style>
  <w:style w:type="paragraph" w:styleId="TM9">
    <w:name w:val="toc 9"/>
    <w:basedOn w:val="Normal"/>
    <w:next w:val="Normal"/>
    <w:semiHidden/>
    <w:qFormat/>
    <w:pPr>
      <w:spacing w:after="0"/>
      <w:ind w:left="192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semiHidden/>
    <w:qFormat/>
    <w:pPr>
      <w:spacing w:after="0"/>
      <w:ind w:left="96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qFormat/>
    <w:pPr>
      <w:overflowPunct w:val="0"/>
      <w:autoSpaceDE w:val="0"/>
      <w:autoSpaceDN w:val="0"/>
      <w:adjustRightInd w:val="0"/>
      <w:spacing w:after="0"/>
      <w:textAlignment w:val="baseline"/>
    </w:pPr>
    <w:rPr>
      <w:rFonts w:ascii="Palatino" w:eastAsia="Times New Roman" w:hAnsi="Palatino" w:cs="Times New Roman"/>
      <w:sz w:val="20"/>
      <w:szCs w:val="20"/>
      <w:lang w:eastAsia="de-D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qFormat/>
    <w:rPr>
      <w:b/>
      <w:bCs/>
    </w:rPr>
  </w:style>
  <w:style w:type="paragraph" w:styleId="Commentaire">
    <w:name w:val="annotation text"/>
    <w:basedOn w:val="Normal"/>
    <w:link w:val="CommentaireCar"/>
    <w:uiPriority w:val="99"/>
    <w:unhideWhenUsed/>
    <w:qFormat/>
    <w:rPr>
      <w:sz w:val="20"/>
      <w:szCs w:val="20"/>
    </w:rPr>
  </w:style>
  <w:style w:type="paragraph" w:styleId="Retraitcorpsdetexte">
    <w:name w:val="Body Text Indent"/>
    <w:basedOn w:val="Normal"/>
    <w:link w:val="RetraitcorpsdetexteCar"/>
    <w:qFormat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Listenumros">
    <w:name w:val="List Number"/>
    <w:basedOn w:val="Normal"/>
    <w:qFormat/>
    <w:pPr>
      <w:numPr>
        <w:numId w:val="1"/>
      </w:numPr>
      <w:spacing w:after="120" w:line="240" w:lineRule="atLeast"/>
      <w:jc w:val="both"/>
    </w:pPr>
    <w:rPr>
      <w:rFonts w:ascii="_GOPA TheSans Light" w:eastAsia="Times New Roman" w:hAnsi="_GOPA TheSans Light" w:cs="Times New Roman"/>
      <w:sz w:val="18"/>
      <w:szCs w:val="20"/>
    </w:rPr>
  </w:style>
  <w:style w:type="paragraph" w:styleId="Corpsdetexte">
    <w:name w:val="Body Text"/>
    <w:basedOn w:val="Normal"/>
    <w:link w:val="CorpsdetexteCar"/>
    <w:qFormat/>
    <w:pPr>
      <w:spacing w:after="0" w:line="360" w:lineRule="auto"/>
      <w:jc w:val="both"/>
    </w:pPr>
    <w:rPr>
      <w:rFonts w:eastAsia="Times New Roman" w:cs="Arial"/>
      <w:sz w:val="24"/>
      <w:szCs w:val="24"/>
      <w:lang w:eastAsia="de-DE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M8">
    <w:name w:val="toc 8"/>
    <w:basedOn w:val="Normal"/>
    <w:next w:val="Normal"/>
    <w:semiHidden/>
    <w:qFormat/>
    <w:pPr>
      <w:spacing w:after="0"/>
      <w:ind w:left="168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4">
    <w:name w:val="toc 4"/>
    <w:basedOn w:val="Normal"/>
    <w:next w:val="Normal"/>
    <w:semiHidden/>
    <w:unhideWhenUsed/>
    <w:qFormat/>
    <w:pPr>
      <w:spacing w:after="100"/>
    </w:pPr>
  </w:style>
  <w:style w:type="paragraph" w:styleId="Corpsdetexte2">
    <w:name w:val="Body Text 2"/>
    <w:basedOn w:val="Normal"/>
    <w:link w:val="Corpsdetexte2Car"/>
    <w:qFormat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7">
    <w:name w:val="toc 7"/>
    <w:basedOn w:val="Normal"/>
    <w:next w:val="Normal"/>
    <w:semiHidden/>
    <w:qFormat/>
    <w:pPr>
      <w:spacing w:after="0"/>
      <w:ind w:left="144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3">
    <w:name w:val="toc 3"/>
    <w:basedOn w:val="Normal"/>
    <w:next w:val="Normal"/>
    <w:uiPriority w:val="39"/>
    <w:unhideWhenUsed/>
    <w:qFormat/>
    <w:pPr>
      <w:spacing w:after="100"/>
    </w:pPr>
  </w:style>
  <w:style w:type="paragraph" w:styleId="NormalWeb">
    <w:name w:val="Normal (Web)"/>
    <w:basedOn w:val="Normal"/>
    <w:uiPriority w:val="99"/>
    <w:semiHidden/>
    <w:unhideWhenUsed/>
    <w:qFormat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Pieddepage">
    <w:name w:val="footer"/>
    <w:basedOn w:val="Normal"/>
    <w:link w:val="PieddepageCar"/>
    <w:uiPriority w:val="99"/>
    <w:unhideWhenUsed/>
    <w:qFormat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unhideWhenUsed/>
    <w:qFormat/>
    <w:pPr>
      <w:tabs>
        <w:tab w:val="center" w:pos="4536"/>
        <w:tab w:val="right" w:pos="9072"/>
      </w:tabs>
    </w:pPr>
  </w:style>
  <w:style w:type="paragraph" w:styleId="TM6">
    <w:name w:val="toc 6"/>
    <w:basedOn w:val="Normal"/>
    <w:next w:val="Normal"/>
    <w:semiHidden/>
    <w:qFormat/>
    <w:pPr>
      <w:spacing w:after="0"/>
      <w:ind w:left="120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2">
    <w:name w:val="toc 2"/>
    <w:basedOn w:val="Normal"/>
    <w:next w:val="Normal"/>
    <w:uiPriority w:val="39"/>
    <w:unhideWhenUsed/>
    <w:qFormat/>
    <w:pPr>
      <w:tabs>
        <w:tab w:val="left" w:pos="1134"/>
        <w:tab w:val="right" w:leader="dot" w:pos="9061"/>
      </w:tabs>
      <w:spacing w:after="0"/>
      <w:ind w:left="1134" w:hanging="567"/>
    </w:pPr>
  </w:style>
  <w:style w:type="paragraph" w:styleId="Titre">
    <w:name w:val="Title"/>
    <w:basedOn w:val="Normal"/>
    <w:next w:val="Normal"/>
    <w:link w:val="TitreCar"/>
    <w:uiPriority w:val="10"/>
    <w:qFormat/>
    <w:pPr>
      <w:contextualSpacing/>
    </w:pPr>
    <w:rPr>
      <w:rFonts w:ascii="Cambria" w:eastAsiaTheme="majorEastAsia" w:hAnsi="Cambria" w:cstheme="majorBidi"/>
      <w:spacing w:val="-10"/>
      <w:kern w:val="28"/>
      <w:sz w:val="56"/>
      <w:szCs w:val="56"/>
    </w:rPr>
  </w:style>
  <w:style w:type="paragraph" w:styleId="TM1">
    <w:name w:val="toc 1"/>
    <w:basedOn w:val="Normal"/>
    <w:next w:val="Normal"/>
    <w:uiPriority w:val="39"/>
    <w:unhideWhenUsed/>
    <w:qFormat/>
    <w:pPr>
      <w:tabs>
        <w:tab w:val="left" w:pos="567"/>
        <w:tab w:val="right" w:leader="dot" w:pos="9061"/>
      </w:tabs>
      <w:spacing w:before="240" w:after="0"/>
      <w:ind w:left="567" w:hanging="567"/>
    </w:pPr>
    <w:rPr>
      <w:b/>
    </w:rPr>
  </w:style>
  <w:style w:type="paragraph" w:customStyle="1" w:styleId="1Einrckung">
    <w:name w:val="1. Einrückung"/>
    <w:basedOn w:val="Normal"/>
    <w:qFormat/>
    <w:pPr>
      <w:tabs>
        <w:tab w:val="left" w:pos="567"/>
      </w:tabs>
      <w:ind w:left="567" w:hanging="567"/>
    </w:pPr>
  </w:style>
  <w:style w:type="paragraph" w:customStyle="1" w:styleId="2Einrckung">
    <w:name w:val="2. Einrückung"/>
    <w:basedOn w:val="Normal"/>
    <w:qFormat/>
    <w:pPr>
      <w:tabs>
        <w:tab w:val="left" w:pos="567"/>
        <w:tab w:val="left" w:pos="1134"/>
      </w:tabs>
      <w:ind w:left="1134" w:hanging="567"/>
    </w:pPr>
  </w:style>
  <w:style w:type="paragraph" w:customStyle="1" w:styleId="3Einrckung">
    <w:name w:val="3. Einrückung"/>
    <w:basedOn w:val="Normal"/>
    <w:uiPriority w:val="2"/>
    <w:qFormat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PieddepageCar">
    <w:name w:val="Pied de page Car"/>
    <w:basedOn w:val="Policepardfaut"/>
    <w:link w:val="Pieddepage"/>
    <w:uiPriority w:val="99"/>
    <w:qFormat/>
    <w:rPr>
      <w:rFonts w:ascii="Arial" w:eastAsiaTheme="minorHAnsi" w:hAnsi="Arial"/>
      <w:lang w:eastAsia="en-US"/>
    </w:rPr>
  </w:style>
  <w:style w:type="paragraph" w:styleId="Sansinterligne">
    <w:name w:val="No Spacing"/>
    <w:basedOn w:val="Normal"/>
    <w:link w:val="SansinterligneCar"/>
    <w:uiPriority w:val="1"/>
    <w:unhideWhenUsed/>
    <w:qFormat/>
  </w:style>
  <w:style w:type="character" w:customStyle="1" w:styleId="En-tteCar">
    <w:name w:val="En-tête Car"/>
    <w:basedOn w:val="Policepardfaut"/>
    <w:link w:val="En-tte"/>
    <w:uiPriority w:val="99"/>
    <w:qFormat/>
    <w:rPr>
      <w:rFonts w:ascii="Arial" w:eastAsiaTheme="minorHAnsi" w:hAnsi="Arial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Pr>
      <w:rFonts w:ascii="Tahoma" w:eastAsiaTheme="minorHAnsi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qFormat/>
    <w:rPr>
      <w:rFonts w:ascii="Arial" w:eastAsia="Times New Roman" w:hAnsi="Arial" w:cs="Times New Roman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qFormat/>
    <w:rPr>
      <w:rFonts w:ascii="Arial" w:eastAsiaTheme="majorEastAsia" w:hAnsi="Arial" w:cstheme="majorBidi"/>
      <w:b/>
      <w:bCs/>
      <w:szCs w:val="28"/>
      <w:lang w:eastAsia="en-US"/>
    </w:rPr>
  </w:style>
  <w:style w:type="character" w:customStyle="1" w:styleId="Titre2Car">
    <w:name w:val="Titre 2 Car"/>
    <w:basedOn w:val="Policepardfaut"/>
    <w:link w:val="Titre2"/>
    <w:uiPriority w:val="9"/>
    <w:qFormat/>
    <w:rPr>
      <w:rFonts w:ascii="Arial" w:eastAsiaTheme="majorEastAsia" w:hAnsi="Arial" w:cstheme="majorBidi"/>
      <w:b/>
      <w:bCs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1"/>
    <w:qFormat/>
    <w:rPr>
      <w:rFonts w:ascii="Arial" w:eastAsiaTheme="majorEastAsia" w:hAnsi="Arial" w:cstheme="majorBidi"/>
      <w:b/>
      <w:bCs/>
      <w:lang w:eastAsia="en-US"/>
    </w:rPr>
  </w:style>
  <w:style w:type="character" w:customStyle="1" w:styleId="Titre4Car">
    <w:name w:val="Titre 4 Car"/>
    <w:basedOn w:val="Policepardfaut"/>
    <w:link w:val="Titre4"/>
    <w:uiPriority w:val="9"/>
    <w:qFormat/>
    <w:rPr>
      <w:rFonts w:ascii="Arial" w:eastAsiaTheme="majorEastAsia" w:hAnsi="Arial" w:cstheme="majorBidi"/>
      <w:bCs/>
      <w:iCs/>
      <w:lang w:eastAsia="en-US"/>
    </w:rPr>
  </w:style>
  <w:style w:type="character" w:customStyle="1" w:styleId="TitreCar">
    <w:name w:val="Titre Car"/>
    <w:basedOn w:val="Policepardfaut"/>
    <w:link w:val="Titre"/>
    <w:uiPriority w:val="10"/>
    <w:qFormat/>
    <w:rPr>
      <w:rFonts w:ascii="Cambria" w:eastAsiaTheme="majorEastAsia" w:hAnsi="Cambria" w:cstheme="majorBidi"/>
      <w:spacing w:val="-10"/>
      <w:kern w:val="28"/>
      <w:sz w:val="56"/>
      <w:szCs w:val="56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  <w:lang w:eastAsia="en-US"/>
    </w:rPr>
  </w:style>
  <w:style w:type="paragraph" w:styleId="Paragraphedeliste">
    <w:name w:val="List Paragraph"/>
    <w:aliases w:val="Tableau Adere,Bullets,Paragraphe  revu,Paragraphe de liste1,References,Premier,List Bullet Mary,Body,Figures,List Paragraph (numbered (a)),Numbered paragraph,Paragraphe de liste2,Titre1,Liste 1,Numbered List Paragraph,List Paragraph"/>
    <w:basedOn w:val="Normal"/>
    <w:link w:val="ParagraphedelisteCar"/>
    <w:uiPriority w:val="34"/>
    <w:qFormat/>
    <w:pPr>
      <w:ind w:left="720"/>
      <w:contextualSpacing/>
    </w:pPr>
  </w:style>
  <w:style w:type="paragraph" w:customStyle="1" w:styleId="ZulschenderText">
    <w:name w:val="Zu löschender Text"/>
    <w:basedOn w:val="Normal"/>
    <w:link w:val="ZulschenderTextZchn"/>
    <w:qFormat/>
    <w:rPr>
      <w:i/>
      <w:color w:val="ED7D31" w:themeColor="accent2"/>
    </w:rPr>
  </w:style>
  <w:style w:type="character" w:customStyle="1" w:styleId="ZulschenderTextZchn">
    <w:name w:val="Zu löschender Text Zchn"/>
    <w:basedOn w:val="Policepardfaut"/>
    <w:link w:val="ZulschenderText"/>
    <w:qFormat/>
    <w:rPr>
      <w:rFonts w:ascii="Arial" w:hAnsi="Arial"/>
      <w:i/>
      <w:color w:val="ED7D31" w:themeColor="accent2"/>
      <w:lang w:eastAsia="en-US"/>
    </w:rPr>
  </w:style>
  <w:style w:type="paragraph" w:customStyle="1" w:styleId="ZwischenberschriftohneAbstand">
    <w:name w:val="Zwischenüberschrift ohne Abstand"/>
    <w:basedOn w:val="Normal"/>
    <w:next w:val="Normal"/>
    <w:link w:val="ZwischenberschriftohneAbstandZchn"/>
    <w:qFormat/>
    <w:pPr>
      <w:keepNext/>
      <w:spacing w:after="0"/>
    </w:pPr>
  </w:style>
  <w:style w:type="paragraph" w:customStyle="1" w:styleId="ZwischenberschriftmitAbstand">
    <w:name w:val="Zwischenüberschrift mit Abstand"/>
    <w:basedOn w:val="Normal"/>
    <w:next w:val="Normal"/>
    <w:link w:val="ZwischenberschriftmitAbstandZchn"/>
    <w:qFormat/>
    <w:pPr>
      <w:keepNext/>
    </w:pPr>
  </w:style>
  <w:style w:type="character" w:customStyle="1" w:styleId="ZwischenberschriftohneAbstandZchn">
    <w:name w:val="Zwischenüberschrift ohne Abstand Zchn"/>
    <w:basedOn w:val="Policepardfaut"/>
    <w:link w:val="ZwischenberschriftohneAbstand"/>
    <w:qFormat/>
    <w:rPr>
      <w:rFonts w:ascii="Arial" w:hAnsi="Arial"/>
      <w:lang w:eastAsia="en-US"/>
    </w:rPr>
  </w:style>
  <w:style w:type="character" w:customStyle="1" w:styleId="ZwischenberschriftmitAbstandZchn">
    <w:name w:val="Zwischenüberschrift mit Abstand Zchn"/>
    <w:basedOn w:val="Policepardfaut"/>
    <w:link w:val="ZwischenberschriftmitAbstand"/>
    <w:qFormat/>
    <w:rPr>
      <w:rFonts w:ascii="Arial" w:hAnsi="Arial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qFormat/>
    <w:rPr>
      <w:rFonts w:ascii="Arial" w:hAnsi="Arial"/>
      <w:sz w:val="20"/>
      <w:szCs w:val="20"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qFormat/>
    <w:rPr>
      <w:rFonts w:ascii="Arial" w:hAnsi="Arial"/>
      <w:b/>
      <w:bCs/>
      <w:sz w:val="20"/>
      <w:szCs w:val="20"/>
      <w:lang w:eastAsia="en-US"/>
    </w:rPr>
  </w:style>
  <w:style w:type="paragraph" w:customStyle="1" w:styleId="Rvision1">
    <w:name w:val="Révision1"/>
    <w:hidden/>
    <w:uiPriority w:val="99"/>
    <w:semiHidden/>
    <w:qFormat/>
    <w:rPr>
      <w:rFonts w:ascii="Arial" w:hAnsi="Arial"/>
      <w:sz w:val="22"/>
      <w:szCs w:val="22"/>
      <w:lang w:val="de-DE"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/>
    </w:rPr>
  </w:style>
  <w:style w:type="character" w:customStyle="1" w:styleId="ParagraphedelisteCar">
    <w:name w:val="Paragraphe de liste Car"/>
    <w:aliases w:val="Tableau Adere Car,Bullets Car,Paragraphe  revu Car,Paragraphe de liste1 Car,References Car,Premier Car,List Bullet Mary Car,Body Car,Figures Car,List Paragraph (numbered (a)) Car,Numbered paragraph Car,Paragraphe de liste2 Car"/>
    <w:link w:val="Paragraphedeliste"/>
    <w:uiPriority w:val="34"/>
    <w:qFormat/>
    <w:rPr>
      <w:rFonts w:ascii="Arial" w:hAnsi="Arial"/>
      <w:lang w:eastAsia="en-US"/>
    </w:rPr>
  </w:style>
  <w:style w:type="character" w:customStyle="1" w:styleId="tlid-translation">
    <w:name w:val="tlid-translation"/>
    <w:qFormat/>
  </w:style>
  <w:style w:type="paragraph" w:customStyle="1" w:styleId="Style2">
    <w:name w:val="Style2"/>
    <w:basedOn w:val="Normal"/>
    <w:link w:val="Style2Char"/>
    <w:qFormat/>
    <w:pPr>
      <w:numPr>
        <w:numId w:val="2"/>
      </w:numPr>
      <w:spacing w:before="120" w:after="120"/>
      <w:contextualSpacing/>
      <w:jc w:val="both"/>
    </w:pPr>
    <w:rPr>
      <w:rFonts w:ascii="Arial Nova" w:eastAsia="Arial Nova" w:hAnsi="Arial Nova" w:cs="Arial Nova"/>
      <w:b/>
      <w:bCs/>
      <w:color w:val="0070C0"/>
    </w:rPr>
  </w:style>
  <w:style w:type="paragraph" w:customStyle="1" w:styleId="Style3">
    <w:name w:val="Style3"/>
    <w:basedOn w:val="Normal"/>
    <w:link w:val="Style3Char"/>
    <w:qFormat/>
    <w:pPr>
      <w:spacing w:before="120" w:after="120"/>
      <w:ind w:left="720" w:hanging="360"/>
      <w:contextualSpacing/>
      <w:jc w:val="both"/>
    </w:pPr>
    <w:rPr>
      <w:rFonts w:ascii="Arial Nova" w:eastAsia="Arial Nova" w:hAnsi="Arial Nova" w:cs="Arial Nova"/>
      <w:b/>
      <w:bCs/>
      <w:color w:val="0070C0"/>
    </w:rPr>
  </w:style>
  <w:style w:type="character" w:customStyle="1" w:styleId="Style3Char">
    <w:name w:val="Style3 Char"/>
    <w:basedOn w:val="Policepardfaut"/>
    <w:link w:val="Style3"/>
    <w:qFormat/>
    <w:rPr>
      <w:rFonts w:ascii="Arial Nova" w:eastAsia="Arial Nova" w:hAnsi="Arial Nova" w:cs="Arial Nova"/>
      <w:b/>
      <w:bCs/>
      <w:color w:val="0070C0"/>
      <w:lang w:val="fr-FR" w:eastAsia="en-US"/>
    </w:rPr>
  </w:style>
  <w:style w:type="table" w:customStyle="1" w:styleId="Grilledutableau11">
    <w:name w:val="Grille du tableau11"/>
    <w:basedOn w:val="TableauNormal"/>
    <w:uiPriority w:val="59"/>
    <w:qFormat/>
    <w:pPr>
      <w:jc w:val="both"/>
    </w:pPr>
    <w:rPr>
      <w:rFonts w:ascii="Arial" w:hAnsi="Arial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qFormat/>
    <w:rPr>
      <w:rFonts w:ascii="Times New Roman" w:eastAsia="Times New Roman" w:hAnsi="Times New Roman" w:cs="Times New Roman"/>
      <w:b/>
      <w:bCs/>
      <w:lang w:val="fr-FR" w:eastAsia="fr-FR"/>
    </w:rPr>
  </w:style>
  <w:style w:type="character" w:customStyle="1" w:styleId="Titre7Car">
    <w:name w:val="Titre 7 Car"/>
    <w:basedOn w:val="Policepardfaut"/>
    <w:link w:val="Titre7"/>
    <w:qFormat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qFormat/>
    <w:rPr>
      <w:rFonts w:ascii="Times New Roman" w:eastAsia="Times New Roman" w:hAnsi="Times New Roman" w:cs="Times New Roman"/>
      <w:i/>
      <w:iCs/>
      <w:sz w:val="24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qFormat/>
    <w:rPr>
      <w:rFonts w:ascii="Arial" w:eastAsia="Times New Roman" w:hAnsi="Arial" w:cs="Arial"/>
      <w:lang w:val="fr-FR" w:eastAsia="fr-FR"/>
    </w:rPr>
  </w:style>
  <w:style w:type="table" w:customStyle="1" w:styleId="Grilledutableau1">
    <w:name w:val="Grille du tableau1"/>
    <w:basedOn w:val="TableauNormal"/>
    <w:uiPriority w:val="59"/>
    <w:qFormat/>
    <w:rPr>
      <w:rFonts w:ascii="Arial" w:eastAsia="Times New Roman" w:hAnsi="Arial" w:cs="Times New Roman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Pr>
      <w:rFonts w:ascii="Palatino" w:eastAsia="Times New Roman" w:hAnsi="Palatino" w:cs="Times New Roman"/>
      <w:sz w:val="20"/>
      <w:szCs w:val="20"/>
      <w:lang w:eastAsia="de-DE"/>
    </w:rPr>
  </w:style>
  <w:style w:type="table" w:customStyle="1" w:styleId="Grilledutableau111">
    <w:name w:val="Grille du tableau111"/>
    <w:basedOn w:val="TableauNormal"/>
    <w:uiPriority w:val="59"/>
    <w:qFormat/>
    <w:pPr>
      <w:jc w:val="both"/>
    </w:pPr>
    <w:rPr>
      <w:rFonts w:ascii="Arial" w:hAnsi="Arial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nsinterligneCar">
    <w:name w:val="Sans interligne Car"/>
    <w:basedOn w:val="Policepardfaut"/>
    <w:link w:val="Sansinterligne"/>
    <w:uiPriority w:val="1"/>
    <w:qFormat/>
    <w:rPr>
      <w:rFonts w:ascii="Arial" w:hAnsi="Arial"/>
      <w:lang w:eastAsia="en-US"/>
    </w:rPr>
  </w:style>
  <w:style w:type="character" w:customStyle="1" w:styleId="CorpsdetexteCar">
    <w:name w:val="Corps de texte Car"/>
    <w:basedOn w:val="Policepardfaut"/>
    <w:link w:val="Corpsdetexte"/>
    <w:qFormat/>
    <w:rPr>
      <w:rFonts w:ascii="Arial" w:eastAsia="Times New Roman" w:hAnsi="Arial" w:cs="Arial"/>
      <w:sz w:val="24"/>
      <w:szCs w:val="24"/>
      <w:lang w:val="fr-FR" w:eastAsia="de-DE"/>
    </w:rPr>
  </w:style>
  <w:style w:type="character" w:customStyle="1" w:styleId="RetraitcorpsdetexteCar">
    <w:name w:val="Retrait corps de texte Car"/>
    <w:basedOn w:val="Policepardfaut"/>
    <w:link w:val="Retraitcorpsdetexte"/>
    <w:qFormat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Corpsdetexte2Car">
    <w:name w:val="Corps de texte 2 Car"/>
    <w:basedOn w:val="Policepardfaut"/>
    <w:link w:val="Corpsdetexte2"/>
    <w:qFormat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En-ttedetabledesmatires1">
    <w:name w:val="En-tête de table des matières1"/>
    <w:basedOn w:val="Titre1"/>
    <w:next w:val="Normal"/>
    <w:uiPriority w:val="39"/>
    <w:qFormat/>
    <w:pPr>
      <w:spacing w:after="0" w:line="276" w:lineRule="auto"/>
      <w:outlineLvl w:val="9"/>
    </w:pPr>
    <w:rPr>
      <w:rFonts w:ascii="Cambria" w:eastAsia="Times New Roman" w:hAnsi="Cambria" w:cs="Times New Roman"/>
      <w:color w:val="365F91"/>
      <w:sz w:val="28"/>
    </w:rPr>
  </w:style>
  <w:style w:type="paragraph" w:customStyle="1" w:styleId="paragraphe">
    <w:name w:val="paragraphe"/>
    <w:basedOn w:val="Retraitcorpsdetexte"/>
    <w:qFormat/>
    <w:pPr>
      <w:snapToGrid w:val="0"/>
      <w:spacing w:before="60" w:after="60" w:line="360" w:lineRule="auto"/>
      <w:ind w:left="0" w:right="720"/>
      <w:jc w:val="both"/>
    </w:pPr>
    <w:rPr>
      <w:rFonts w:ascii="Arial" w:eastAsia="MS Mincho" w:hAnsi="Arial" w:cs="Arial"/>
      <w:b/>
      <w:color w:val="000000"/>
      <w:szCs w:val="20"/>
      <w:lang w:eastAsia="ja-JP"/>
    </w:rPr>
  </w:style>
  <w:style w:type="paragraph" w:customStyle="1" w:styleId="MediumGrid1-Accent21">
    <w:name w:val="Medium Grid 1 - Accent 21"/>
    <w:basedOn w:val="Normal"/>
    <w:qFormat/>
    <w:pPr>
      <w:spacing w:after="200" w:line="276" w:lineRule="auto"/>
      <w:ind w:left="720" w:right="720"/>
      <w:jc w:val="both"/>
    </w:pPr>
    <w:rPr>
      <w:rFonts w:ascii="Calibri" w:eastAsia="Times New Roman" w:hAnsi="Calibri" w:cs="Times New Roman"/>
      <w:lang w:val="en-US"/>
    </w:rPr>
  </w:style>
  <w:style w:type="paragraph" w:customStyle="1" w:styleId="spiegel-2">
    <w:name w:val="spiegel-2"/>
    <w:basedOn w:val="Normal"/>
    <w:qFormat/>
    <w:pPr>
      <w:spacing w:after="120" w:line="240" w:lineRule="atLeast"/>
      <w:ind w:left="567" w:hanging="284"/>
      <w:jc w:val="both"/>
    </w:pPr>
    <w:rPr>
      <w:rFonts w:ascii="HelveticaCondensed" w:eastAsia="Calibri" w:hAnsi="HelveticaCondensed" w:cs="Times New Roman"/>
      <w:lang w:eastAsia="de-DE"/>
    </w:rPr>
  </w:style>
  <w:style w:type="character" w:customStyle="1" w:styleId="allowtextselection">
    <w:name w:val="allowtextselection"/>
    <w:basedOn w:val="Policepardfaut"/>
    <w:qFormat/>
  </w:style>
  <w:style w:type="paragraph" w:customStyle="1" w:styleId="normaltableau">
    <w:name w:val="normal_tableau"/>
    <w:basedOn w:val="Normal"/>
    <w:qFormat/>
    <w:pPr>
      <w:spacing w:before="120" w:after="120" w:line="240" w:lineRule="atLeast"/>
      <w:jc w:val="both"/>
    </w:pPr>
    <w:rPr>
      <w:rFonts w:ascii="Optima" w:eastAsia="Times New Roman" w:hAnsi="Optima" w:cs="Times New Roman"/>
      <w:sz w:val="18"/>
      <w:szCs w:val="20"/>
      <w:lang w:eastAsia="de-DE"/>
    </w:rPr>
  </w:style>
  <w:style w:type="paragraph" w:customStyle="1" w:styleId="ListNumberLevel2">
    <w:name w:val="List Number (Level 2)"/>
    <w:basedOn w:val="Normal"/>
    <w:qFormat/>
    <w:pPr>
      <w:numPr>
        <w:ilvl w:val="1"/>
        <w:numId w:val="1"/>
      </w:numPr>
      <w:spacing w:after="120" w:line="240" w:lineRule="atLeast"/>
      <w:jc w:val="both"/>
    </w:pPr>
    <w:rPr>
      <w:rFonts w:ascii="_GOPA TheSans Light" w:eastAsia="Times New Roman" w:hAnsi="_GOPA TheSans Light" w:cs="Times New Roman"/>
      <w:sz w:val="18"/>
      <w:szCs w:val="20"/>
    </w:rPr>
  </w:style>
  <w:style w:type="paragraph" w:customStyle="1" w:styleId="ListNumberLevel3">
    <w:name w:val="List Number (Level 3)"/>
    <w:basedOn w:val="Normal"/>
    <w:qFormat/>
    <w:pPr>
      <w:numPr>
        <w:ilvl w:val="2"/>
        <w:numId w:val="1"/>
      </w:numPr>
      <w:spacing w:after="120" w:line="240" w:lineRule="atLeast"/>
      <w:jc w:val="both"/>
    </w:pPr>
    <w:rPr>
      <w:rFonts w:ascii="_GOPA TheSans Light" w:eastAsia="Times New Roman" w:hAnsi="_GOPA TheSans Light" w:cs="Times New Roman"/>
      <w:sz w:val="18"/>
      <w:szCs w:val="20"/>
    </w:rPr>
  </w:style>
  <w:style w:type="paragraph" w:customStyle="1" w:styleId="ListNumberLevel4">
    <w:name w:val="List Number (Level 4)"/>
    <w:basedOn w:val="Normal"/>
    <w:qFormat/>
    <w:pPr>
      <w:numPr>
        <w:ilvl w:val="3"/>
        <w:numId w:val="1"/>
      </w:numPr>
      <w:spacing w:after="120" w:line="240" w:lineRule="atLeast"/>
      <w:jc w:val="both"/>
    </w:pPr>
    <w:rPr>
      <w:rFonts w:ascii="_GOPA TheSans Light" w:eastAsia="Times New Roman" w:hAnsi="_GOPA TheSans Light" w:cs="Times New Roman"/>
      <w:sz w:val="18"/>
      <w:szCs w:val="20"/>
    </w:rPr>
  </w:style>
  <w:style w:type="table" w:customStyle="1" w:styleId="Grilledutableau2">
    <w:name w:val="Grille du tableau2"/>
    <w:basedOn w:val="TableauNormal"/>
    <w:uiPriority w:val="59"/>
    <w:qFormat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nonrsolue1">
    <w:name w:val="Mention non résolue1"/>
    <w:basedOn w:val="Policepardfau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markedcontent">
    <w:name w:val="markedcontent"/>
    <w:basedOn w:val="Policepardfaut"/>
    <w:qFormat/>
  </w:style>
  <w:style w:type="paragraph" w:customStyle="1" w:styleId="Style">
    <w:name w:val="Style"/>
    <w:basedOn w:val="Normal"/>
    <w:link w:val="StyleChar"/>
    <w:qFormat/>
    <w:rPr>
      <w:b/>
      <w:bCs/>
    </w:rPr>
  </w:style>
  <w:style w:type="paragraph" w:customStyle="1" w:styleId="Style1">
    <w:name w:val="Style1"/>
    <w:basedOn w:val="Normal"/>
    <w:link w:val="Style1Char"/>
    <w:qFormat/>
    <w:pPr>
      <w:tabs>
        <w:tab w:val="left" w:pos="880"/>
      </w:tabs>
    </w:pPr>
  </w:style>
  <w:style w:type="character" w:customStyle="1" w:styleId="Style1Char">
    <w:name w:val="Style1 Char"/>
    <w:basedOn w:val="Policepardfaut"/>
    <w:link w:val="Style1"/>
    <w:qFormat/>
    <w:rPr>
      <w:rFonts w:ascii="Arial" w:hAnsi="Arial"/>
      <w:lang w:val="fr-FR" w:eastAsia="en-US"/>
    </w:rPr>
  </w:style>
  <w:style w:type="character" w:customStyle="1" w:styleId="Style2Char">
    <w:name w:val="Style2 Char"/>
    <w:basedOn w:val="Policepardfaut"/>
    <w:link w:val="Style2"/>
    <w:qFormat/>
    <w:rPr>
      <w:rFonts w:ascii="Arial Nova" w:eastAsia="Arial Nova" w:hAnsi="Arial Nova" w:cs="Arial Nova"/>
      <w:b/>
      <w:bCs/>
      <w:color w:val="0070C0"/>
      <w:lang w:val="fr-FR" w:eastAsia="en-US"/>
    </w:rPr>
  </w:style>
  <w:style w:type="character" w:customStyle="1" w:styleId="StyleChar">
    <w:name w:val="Style Char"/>
    <w:basedOn w:val="Policepardfaut"/>
    <w:link w:val="Style"/>
    <w:qFormat/>
    <w:rPr>
      <w:rFonts w:ascii="Arial" w:hAnsi="Arial"/>
      <w:b/>
      <w:bCs/>
      <w:lang w:eastAsia="en-US"/>
    </w:rPr>
  </w:style>
  <w:style w:type="character" w:customStyle="1" w:styleId="Mention1">
    <w:name w:val="Mention1"/>
    <w:basedOn w:val="Policepardfaut"/>
    <w:uiPriority w:val="99"/>
    <w:unhideWhenUsed/>
    <w:qFormat/>
    <w:rPr>
      <w:color w:val="2B579A"/>
      <w:shd w:val="clear" w:color="auto" w:fill="E6E6E6"/>
    </w:rPr>
  </w:style>
  <w:style w:type="paragraph" w:customStyle="1" w:styleId="msonormal0">
    <w:name w:val="msonormal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font5">
    <w:name w:val="font5"/>
    <w:basedOn w:val="Normal"/>
    <w:qFormat/>
    <w:pPr>
      <w:spacing w:before="100" w:beforeAutospacing="1" w:after="100" w:afterAutospacing="1"/>
    </w:pPr>
    <w:rPr>
      <w:rFonts w:eastAsia="Times New Roman" w:cs="Arial"/>
      <w:sz w:val="16"/>
      <w:szCs w:val="16"/>
      <w:lang w:eastAsia="fr-FR"/>
    </w:rPr>
  </w:style>
  <w:style w:type="paragraph" w:customStyle="1" w:styleId="font6">
    <w:name w:val="font6"/>
    <w:basedOn w:val="Normal"/>
    <w:qFormat/>
    <w:pPr>
      <w:spacing w:before="100" w:beforeAutospacing="1" w:after="100" w:afterAutospacing="1"/>
    </w:pPr>
    <w:rPr>
      <w:rFonts w:eastAsia="Times New Roman" w:cs="Arial"/>
      <w:b/>
      <w:bCs/>
      <w:sz w:val="16"/>
      <w:szCs w:val="16"/>
      <w:lang w:eastAsia="fr-FR"/>
    </w:rPr>
  </w:style>
  <w:style w:type="paragraph" w:customStyle="1" w:styleId="font7">
    <w:name w:val="font7"/>
    <w:basedOn w:val="Normal"/>
    <w:qFormat/>
    <w:pPr>
      <w:spacing w:before="100" w:beforeAutospacing="1" w:after="100" w:afterAutospacing="1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font8">
    <w:name w:val="font8"/>
    <w:basedOn w:val="Normal"/>
    <w:qFormat/>
    <w:pPr>
      <w:spacing w:before="100" w:beforeAutospacing="1" w:after="100" w:afterAutospacing="1"/>
    </w:pPr>
    <w:rPr>
      <w:rFonts w:eastAsia="Times New Roman" w:cs="Arial"/>
      <w:sz w:val="16"/>
      <w:szCs w:val="16"/>
      <w:u w:val="single"/>
      <w:lang w:eastAsia="fr-FR"/>
    </w:rPr>
  </w:style>
  <w:style w:type="paragraph" w:customStyle="1" w:styleId="xl64">
    <w:name w:val="xl64"/>
    <w:basedOn w:val="Normal"/>
    <w:qFormat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5">
    <w:name w:val="xl65"/>
    <w:basedOn w:val="Normal"/>
    <w:qFormat/>
    <w:pPr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66">
    <w:name w:val="xl66"/>
    <w:basedOn w:val="Normal"/>
    <w:qFormat/>
    <w:pPr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67">
    <w:name w:val="xl67"/>
    <w:basedOn w:val="Normal"/>
    <w:qFormat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8">
    <w:name w:val="xl68"/>
    <w:basedOn w:val="Normal"/>
    <w:qFormat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9">
    <w:name w:val="xl69"/>
    <w:basedOn w:val="Normal"/>
    <w:qFormat/>
    <w:pP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70">
    <w:name w:val="xl70"/>
    <w:basedOn w:val="Normal"/>
    <w:qFormat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1">
    <w:name w:val="xl71"/>
    <w:basedOn w:val="Normal"/>
    <w:qFormat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2">
    <w:name w:val="xl72"/>
    <w:basedOn w:val="Normal"/>
    <w:qFormat/>
    <w:pP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73">
    <w:name w:val="xl73"/>
    <w:basedOn w:val="Normal"/>
    <w:qFormat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4">
    <w:name w:val="xl74"/>
    <w:basedOn w:val="Normal"/>
    <w:qFormat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5">
    <w:name w:val="xl75"/>
    <w:basedOn w:val="Normal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76">
    <w:name w:val="xl76"/>
    <w:basedOn w:val="Normal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77">
    <w:name w:val="xl77"/>
    <w:basedOn w:val="Normal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78">
    <w:name w:val="xl78"/>
    <w:basedOn w:val="Normal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79">
    <w:name w:val="xl79"/>
    <w:basedOn w:val="Normal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80">
    <w:name w:val="xl80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Univers (WN)" w:eastAsia="Times New Roman" w:hAnsi="Univers (WN)" w:cs="Times New Roman"/>
      <w:sz w:val="24"/>
      <w:szCs w:val="24"/>
      <w:lang w:eastAsia="fr-FR"/>
    </w:rPr>
  </w:style>
  <w:style w:type="paragraph" w:customStyle="1" w:styleId="xl81">
    <w:name w:val="xl81"/>
    <w:basedOn w:val="Normal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82">
    <w:name w:val="xl82"/>
    <w:basedOn w:val="Normal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83">
    <w:name w:val="xl83"/>
    <w:basedOn w:val="Normal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84">
    <w:name w:val="xl8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85">
    <w:name w:val="xl8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0"/>
      <w:szCs w:val="20"/>
      <w:lang w:eastAsia="fr-FR"/>
    </w:rPr>
  </w:style>
  <w:style w:type="paragraph" w:customStyle="1" w:styleId="xl86">
    <w:name w:val="xl86"/>
    <w:basedOn w:val="Normal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hd w:val="clear" w:color="000000" w:fill="FFCC66"/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87">
    <w:name w:val="xl87"/>
    <w:basedOn w:val="Normal"/>
    <w:pPr>
      <w:pBdr>
        <w:top w:val="single" w:sz="4" w:space="0" w:color="808080"/>
        <w:left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88">
    <w:name w:val="xl8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89">
    <w:name w:val="xl8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90">
    <w:name w:val="xl9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91">
    <w:name w:val="xl91"/>
    <w:basedOn w:val="Normal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92">
    <w:name w:val="xl92"/>
    <w:basedOn w:val="Normal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93">
    <w:name w:val="xl93"/>
    <w:basedOn w:val="Normal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sz w:val="34"/>
      <w:szCs w:val="34"/>
      <w:lang w:eastAsia="fr-FR"/>
    </w:rPr>
  </w:style>
  <w:style w:type="paragraph" w:customStyle="1" w:styleId="xl94">
    <w:name w:val="xl94"/>
    <w:basedOn w:val="Normal"/>
    <w:pP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95">
    <w:name w:val="xl95"/>
    <w:basedOn w:val="Normal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96">
    <w:name w:val="xl96"/>
    <w:basedOn w:val="Normal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97">
    <w:name w:val="xl97"/>
    <w:basedOn w:val="Normal"/>
    <w:pPr>
      <w:spacing w:before="100" w:beforeAutospacing="1" w:after="100" w:afterAutospacing="1"/>
      <w:textAlignment w:val="center"/>
    </w:pPr>
    <w:rPr>
      <w:rFonts w:eastAsia="Times New Roman" w:cs="Arial"/>
      <w:color w:val="808080"/>
      <w:sz w:val="44"/>
      <w:szCs w:val="44"/>
      <w:lang w:eastAsia="fr-FR"/>
    </w:rPr>
  </w:style>
  <w:style w:type="paragraph" w:customStyle="1" w:styleId="xl98">
    <w:name w:val="xl98"/>
    <w:basedOn w:val="Normal"/>
    <w:pPr>
      <w:spacing w:before="100" w:beforeAutospacing="1" w:after="100" w:afterAutospacing="1"/>
      <w:textAlignment w:val="center"/>
    </w:pPr>
    <w:rPr>
      <w:rFonts w:eastAsia="Times New Roman" w:cs="Arial"/>
      <w:color w:val="808080"/>
      <w:sz w:val="44"/>
      <w:szCs w:val="44"/>
      <w:lang w:eastAsia="fr-FR"/>
    </w:rPr>
  </w:style>
  <w:style w:type="paragraph" w:customStyle="1" w:styleId="xl99">
    <w:name w:val="xl99"/>
    <w:basedOn w:val="Normal"/>
    <w:pPr>
      <w:spacing w:before="100" w:beforeAutospacing="1" w:after="100" w:afterAutospacing="1"/>
      <w:textAlignment w:val="top"/>
    </w:pPr>
    <w:rPr>
      <w:rFonts w:ascii="Calibri" w:eastAsia="Times New Roman" w:hAnsi="Calibri" w:cs="Calibri"/>
      <w:i/>
      <w:iCs/>
      <w:color w:val="7F7F7F"/>
      <w:sz w:val="24"/>
      <w:szCs w:val="24"/>
      <w:lang w:eastAsia="fr-FR"/>
    </w:rPr>
  </w:style>
  <w:style w:type="paragraph" w:customStyle="1" w:styleId="xl100">
    <w:name w:val="xl100"/>
    <w:basedOn w:val="Normal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01">
    <w:name w:val="xl101"/>
    <w:basedOn w:val="Normal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02">
    <w:name w:val="xl102"/>
    <w:basedOn w:val="Normal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03">
    <w:name w:val="xl103"/>
    <w:basedOn w:val="Normal"/>
    <w:pPr>
      <w:pBdr>
        <w:top w:val="single" w:sz="4" w:space="0" w:color="auto"/>
        <w:left w:val="single" w:sz="4" w:space="0" w:color="auto"/>
        <w:bottom w:val="single" w:sz="4" w:space="0" w:color="808080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04">
    <w:name w:val="xl104"/>
    <w:basedOn w:val="Normal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05">
    <w:name w:val="xl105"/>
    <w:basedOn w:val="Normal"/>
    <w:pPr>
      <w:pBdr>
        <w:top w:val="single" w:sz="4" w:space="0" w:color="808080"/>
        <w:bottom w:val="single" w:sz="4" w:space="0" w:color="808080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06">
    <w:name w:val="xl106"/>
    <w:basedOn w:val="Normal"/>
    <w:pPr>
      <w:pBdr>
        <w:top w:val="single" w:sz="4" w:space="0" w:color="808080"/>
        <w:bottom w:val="single" w:sz="4" w:space="0" w:color="808080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07">
    <w:name w:val="xl107"/>
    <w:basedOn w:val="Normal"/>
    <w:pPr>
      <w:pBdr>
        <w:top w:val="single" w:sz="4" w:space="0" w:color="808080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08">
    <w:name w:val="xl108"/>
    <w:basedOn w:val="Normal"/>
    <w:pPr>
      <w:pBdr>
        <w:top w:val="single" w:sz="4" w:space="0" w:color="808080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09">
    <w:name w:val="xl109"/>
    <w:basedOn w:val="Normal"/>
    <w:pPr>
      <w:pBdr>
        <w:top w:val="single" w:sz="4" w:space="0" w:color="808080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10">
    <w:name w:val="xl11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11">
    <w:name w:val="xl111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12">
    <w:name w:val="xl112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13">
    <w:name w:val="xl113"/>
    <w:basedOn w:val="Normal"/>
    <w:pPr>
      <w:pBdr>
        <w:top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14">
    <w:name w:val="xl114"/>
    <w:basedOn w:val="Normal"/>
    <w:pPr>
      <w:pBdr>
        <w:top w:val="single" w:sz="4" w:space="0" w:color="auto"/>
        <w:bottom w:val="single" w:sz="4" w:space="0" w:color="808080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15">
    <w:name w:val="xl11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16">
    <w:name w:val="xl116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17">
    <w:name w:val="xl117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18">
    <w:name w:val="xl118"/>
    <w:basedOn w:val="Normal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19">
    <w:name w:val="xl119"/>
    <w:basedOn w:val="Normal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20">
    <w:name w:val="xl12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21">
    <w:name w:val="xl121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22">
    <w:name w:val="xl122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23">
    <w:name w:val="xl12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24">
    <w:name w:val="xl12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0"/>
      <w:szCs w:val="20"/>
      <w:lang w:eastAsia="fr-FR"/>
    </w:rPr>
  </w:style>
  <w:style w:type="paragraph" w:customStyle="1" w:styleId="xl125">
    <w:name w:val="xl125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26">
    <w:name w:val="xl126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27">
    <w:name w:val="xl127"/>
    <w:basedOn w:val="Normal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28">
    <w:name w:val="xl128"/>
    <w:basedOn w:val="Normal"/>
    <w:pP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29">
    <w:name w:val="xl12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30">
    <w:name w:val="xl130"/>
    <w:basedOn w:val="Normal"/>
    <w:pPr>
      <w:pBdr>
        <w:top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31">
    <w:name w:val="xl131"/>
    <w:basedOn w:val="Normal"/>
    <w:pPr>
      <w:pBdr>
        <w:top w:val="single" w:sz="4" w:space="0" w:color="808080"/>
        <w:bottom w:val="single" w:sz="4" w:space="0" w:color="80808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32">
    <w:name w:val="xl132"/>
    <w:basedOn w:val="Normal"/>
    <w:pPr>
      <w:pBdr>
        <w:top w:val="single" w:sz="4" w:space="0" w:color="80808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33">
    <w:name w:val="xl133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34">
    <w:name w:val="xl134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35">
    <w:name w:val="xl135"/>
    <w:basedOn w:val="Normal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36">
    <w:name w:val="xl136"/>
    <w:basedOn w:val="Normal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37">
    <w:name w:val="xl137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38">
    <w:name w:val="xl13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39">
    <w:name w:val="xl13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40">
    <w:name w:val="xl140"/>
    <w:basedOn w:val="Normal"/>
    <w:qFormat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41">
    <w:name w:val="xl141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42">
    <w:name w:val="xl14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43">
    <w:name w:val="xl14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44">
    <w:name w:val="xl144"/>
    <w:basedOn w:val="Normal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45">
    <w:name w:val="xl145"/>
    <w:basedOn w:val="Normal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46">
    <w:name w:val="xl146"/>
    <w:basedOn w:val="Normal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47">
    <w:name w:val="xl147"/>
    <w:basedOn w:val="Normal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color w:val="000000"/>
      <w:sz w:val="24"/>
      <w:szCs w:val="24"/>
      <w:lang w:eastAsia="fr-FR"/>
    </w:rPr>
  </w:style>
  <w:style w:type="paragraph" w:customStyle="1" w:styleId="xl148">
    <w:name w:val="xl148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49">
    <w:name w:val="xl14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50">
    <w:name w:val="xl150"/>
    <w:basedOn w:val="Normal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51">
    <w:name w:val="xl151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 w:cs="Arial"/>
      <w:b/>
      <w:bCs/>
      <w:color w:val="000000"/>
      <w:sz w:val="20"/>
      <w:szCs w:val="20"/>
      <w:lang w:eastAsia="fr-FR"/>
    </w:rPr>
  </w:style>
  <w:style w:type="paragraph" w:customStyle="1" w:styleId="xl152">
    <w:name w:val="xl152"/>
    <w:basedOn w:val="Normal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 w:cs="Arial"/>
      <w:b/>
      <w:bCs/>
      <w:color w:val="000000"/>
      <w:sz w:val="20"/>
      <w:szCs w:val="20"/>
      <w:lang w:eastAsia="fr-FR"/>
    </w:rPr>
  </w:style>
  <w:style w:type="paragraph" w:customStyle="1" w:styleId="xl153">
    <w:name w:val="xl153"/>
    <w:basedOn w:val="Normal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54">
    <w:name w:val="xl154"/>
    <w:basedOn w:val="Normal"/>
    <w:pPr>
      <w:pBdr>
        <w:top w:val="single" w:sz="4" w:space="0" w:color="808080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55">
    <w:name w:val="xl155"/>
    <w:basedOn w:val="Normal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56">
    <w:name w:val="xl156"/>
    <w:basedOn w:val="Normal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57">
    <w:name w:val="xl157"/>
    <w:basedOn w:val="Normal"/>
    <w:pP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58">
    <w:name w:val="xl158"/>
    <w:basedOn w:val="Normal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59">
    <w:name w:val="xl159"/>
    <w:basedOn w:val="Normal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60">
    <w:name w:val="xl160"/>
    <w:basedOn w:val="Normal"/>
    <w:pPr>
      <w:pBdr>
        <w:top w:val="single" w:sz="4" w:space="0" w:color="808080"/>
        <w:left w:val="single" w:sz="4" w:space="0" w:color="auto"/>
        <w:bottom w:val="single" w:sz="4" w:space="0" w:color="808080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61">
    <w:name w:val="xl161"/>
    <w:basedOn w:val="Normal"/>
    <w:pPr>
      <w:pBdr>
        <w:top w:val="single" w:sz="4" w:space="0" w:color="808080"/>
        <w:bottom w:val="single" w:sz="4" w:space="0" w:color="808080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62">
    <w:name w:val="xl162"/>
    <w:basedOn w:val="Normal"/>
    <w:pPr>
      <w:spacing w:before="100" w:beforeAutospacing="1" w:after="100" w:afterAutospacing="1"/>
      <w:textAlignment w:val="top"/>
    </w:pPr>
    <w:rPr>
      <w:rFonts w:ascii="Calibri" w:eastAsia="Times New Roman" w:hAnsi="Calibri" w:cs="Calibri"/>
      <w:i/>
      <w:iCs/>
      <w:color w:val="7F7F7F"/>
      <w:sz w:val="24"/>
      <w:szCs w:val="24"/>
      <w:lang w:eastAsia="fr-FR"/>
    </w:rPr>
  </w:style>
  <w:style w:type="paragraph" w:customStyle="1" w:styleId="xl163">
    <w:name w:val="xl163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64">
    <w:name w:val="xl164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65">
    <w:name w:val="xl165"/>
    <w:basedOn w:val="Normal"/>
    <w:pP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66">
    <w:name w:val="xl166"/>
    <w:basedOn w:val="Normal"/>
    <w:pP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67">
    <w:name w:val="xl167"/>
    <w:basedOn w:val="Normal"/>
    <w:pPr>
      <w:shd w:val="clear" w:color="000000" w:fill="FFFFCC"/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68">
    <w:name w:val="xl168"/>
    <w:basedOn w:val="Normal"/>
    <w:pPr>
      <w:pBdr>
        <w:top w:val="single" w:sz="4" w:space="0" w:color="auto"/>
      </w:pBdr>
      <w:shd w:val="clear" w:color="000000" w:fill="FFCC66"/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69">
    <w:name w:val="xl169"/>
    <w:basedOn w:val="Normal"/>
    <w:pPr>
      <w:shd w:val="clear" w:color="000000" w:fill="FFCC66"/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70">
    <w:name w:val="xl170"/>
    <w:basedOn w:val="Normal"/>
    <w:pPr>
      <w:shd w:val="clear" w:color="000000" w:fill="FFCC66"/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71">
    <w:name w:val="xl171"/>
    <w:basedOn w:val="Normal"/>
    <w:qFormat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72">
    <w:name w:val="xl172"/>
    <w:basedOn w:val="Normal"/>
    <w:qFormat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73">
    <w:name w:val="xl173"/>
    <w:basedOn w:val="Normal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74">
    <w:name w:val="xl174"/>
    <w:basedOn w:val="Normal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75">
    <w:name w:val="xl175"/>
    <w:basedOn w:val="Normal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76">
    <w:name w:val="xl176"/>
    <w:basedOn w:val="Normal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b/>
      <w:bCs/>
      <w:sz w:val="34"/>
      <w:szCs w:val="34"/>
      <w:lang w:eastAsia="fr-FR"/>
    </w:rPr>
  </w:style>
  <w:style w:type="paragraph" w:customStyle="1" w:styleId="xl177">
    <w:name w:val="xl177"/>
    <w:basedOn w:val="Normal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sz w:val="12"/>
      <w:szCs w:val="12"/>
      <w:lang w:eastAsia="fr-FR"/>
    </w:rPr>
  </w:style>
  <w:style w:type="paragraph" w:customStyle="1" w:styleId="xl178">
    <w:name w:val="xl178"/>
    <w:basedOn w:val="Normal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sz w:val="12"/>
      <w:szCs w:val="12"/>
      <w:lang w:eastAsia="fr-FR"/>
    </w:rPr>
  </w:style>
  <w:style w:type="paragraph" w:customStyle="1" w:styleId="xl179">
    <w:name w:val="xl179"/>
    <w:basedOn w:val="Normal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80">
    <w:name w:val="xl180"/>
    <w:basedOn w:val="Normal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81">
    <w:name w:val="xl181"/>
    <w:basedOn w:val="Normal"/>
    <w:pPr>
      <w:pBdr>
        <w:top w:val="single" w:sz="4" w:space="0" w:color="auto"/>
      </w:pBdr>
      <w:shd w:val="clear" w:color="000000" w:fill="FFCC66"/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82">
    <w:name w:val="xl182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83">
    <w:name w:val="xl183"/>
    <w:basedOn w:val="Normal"/>
    <w:pPr>
      <w:pBdr>
        <w:top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5608D9"/>
  </w:style>
  <w:style w:type="character" w:customStyle="1" w:styleId="eop">
    <w:name w:val="eop"/>
    <w:basedOn w:val="Policepardfaut"/>
    <w:rsid w:val="005608D9"/>
  </w:style>
  <w:style w:type="paragraph" w:customStyle="1" w:styleId="paragraph">
    <w:name w:val="paragraph"/>
    <w:basedOn w:val="Normal"/>
    <w:rsid w:val="005608D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Rvision">
    <w:name w:val="Revision"/>
    <w:hidden/>
    <w:uiPriority w:val="99"/>
    <w:unhideWhenUsed/>
    <w:rsid w:val="0073341E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xt_noufenyo\Downloads\41-14-tor-vertraege-unter-eu-schwellenwert-de%20(1)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6babcd2-b93f-45a2-9f9a-4e6f2ad3ddb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0F779ACB57D64A9CB2EA069031DF4C" ma:contentTypeVersion="16" ma:contentTypeDescription="Ein neues Dokument erstellen." ma:contentTypeScope="" ma:versionID="559177f8df4ef5252018ff799ede893f">
  <xsd:schema xmlns:xsd="http://www.w3.org/2001/XMLSchema" xmlns:xs="http://www.w3.org/2001/XMLSchema" xmlns:p="http://schemas.microsoft.com/office/2006/metadata/properties" xmlns:ns3="e6babcd2-b93f-45a2-9f9a-4e6f2ad3ddb7" xmlns:ns4="074da8df-e6db-4415-82aa-c51afe581822" targetNamespace="http://schemas.microsoft.com/office/2006/metadata/properties" ma:root="true" ma:fieldsID="f2ac5d1f7af79a315260ff1a449d79ce" ns3:_="" ns4:_="">
    <xsd:import namespace="e6babcd2-b93f-45a2-9f9a-4e6f2ad3ddb7"/>
    <xsd:import namespace="074da8df-e6db-4415-82aa-c51afe5818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abcd2-b93f-45a2-9f9a-4e6f2ad3dd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4da8df-e6db-4415-82aa-c51afe5818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9D5DC8-42C6-46FE-81E6-2C91091EF6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4EFAF6-22EA-429D-B8B7-A6791C2CBE3B}">
  <ds:schemaRefs>
    <ds:schemaRef ds:uri="http://schemas.microsoft.com/office/2006/metadata/properties"/>
    <ds:schemaRef ds:uri="http://schemas.microsoft.com/office/infopath/2007/PartnerControls"/>
    <ds:schemaRef ds:uri="e6babcd2-b93f-45a2-9f9a-4e6f2ad3ddb7"/>
  </ds:schemaRefs>
</ds:datastoreItem>
</file>

<file path=customXml/itemProps4.xml><?xml version="1.0" encoding="utf-8"?>
<ds:datastoreItem xmlns:ds="http://schemas.openxmlformats.org/officeDocument/2006/customXml" ds:itemID="{D65CEEBE-27F4-4062-A003-0339AB14D5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babcd2-b93f-45a2-9f9a-4e6f2ad3ddb7"/>
    <ds:schemaRef ds:uri="074da8df-e6db-4415-82aa-c51afe5818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1F97429-1624-48B2-8E36-AD92F665D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41-14-tor-vertraege-unter-eu-schwellenwert-de (1)</Template>
  <TotalTime>0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 41-14-1-de, Leistungsbeschreibung (ToR) für die Beschaffung von Dienstleistungen unterhalb des EU Schwellenwertes, deutsch, Stand November 2019</vt:lpstr>
    </vt:vector>
  </TitlesOfParts>
  <Company>GIZ GmbH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41-14-1-de, Leistungsbeschreibung (ToR) für die Beschaffung von Dienstleistungen unterhalb des EU Schwellenwertes, deutsch, Stand November 2019</dc:title>
  <dc:creator>Youmbi Noufena</dc:creator>
  <cp:lastModifiedBy>Keita, Justin Mamadou GIZ ML</cp:lastModifiedBy>
  <cp:revision>3</cp:revision>
  <cp:lastPrinted>2022-07-14T09:42:00Z</cp:lastPrinted>
  <dcterms:created xsi:type="dcterms:W3CDTF">2024-09-10T11:53:00Z</dcterms:created>
  <dcterms:modified xsi:type="dcterms:W3CDTF">2025-01-30T08:07:00Z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0x010100540F779ACB57D64A9CB2EA069031DF4C</vt:lpwstr>
  </property>
  <property fmtid="{D5CDD505-2E9C-101B-9397-08002B2CF9AE}" pid="3" name="KSOProductBuildVer">
    <vt:lpwstr>1036-11.2.0.11254</vt:lpwstr>
  </property>
  <property fmtid="{D5CDD505-2E9C-101B-9397-08002B2CF9AE}" pid="4" name="ICV">
    <vt:lpwstr>8A0C55DAEED348519603E4A40EF27308</vt:lpwstr>
  </property>
</Properties>
</file>